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ADC" w:rsidRDefault="001C2ADC"/>
    <w:p w:rsidR="001C2ADC" w:rsidRDefault="001C2ADC"/>
    <w:p w:rsidR="001C2ADC" w:rsidRPr="00822D10" w:rsidRDefault="001C2ADC" w:rsidP="00822D10">
      <w:pPr>
        <w:jc w:val="center"/>
        <w:rPr>
          <w:sz w:val="58"/>
          <w:szCs w:val="58"/>
        </w:rPr>
      </w:pPr>
      <w:r>
        <w:rPr>
          <w:sz w:val="58"/>
          <w:szCs w:val="58"/>
        </w:rPr>
        <w:t>UNIT 1 BENCHMARK</w:t>
      </w:r>
    </w:p>
    <w:p w:rsidR="001C2ADC" w:rsidRDefault="001C2ADC"/>
    <w:p w:rsidR="001C2ADC" w:rsidRDefault="001C2ADC"/>
    <w:p w:rsidR="001C2ADC" w:rsidRDefault="001C2ADC"/>
    <w:tbl>
      <w:tblPr>
        <w:tblW w:w="94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57"/>
        <w:gridCol w:w="4091"/>
        <w:gridCol w:w="984"/>
        <w:gridCol w:w="1051"/>
        <w:gridCol w:w="1159"/>
        <w:gridCol w:w="1089"/>
      </w:tblGrid>
      <w:tr w:rsidR="001C2ADC" w:rsidRPr="002E6C80">
        <w:trPr>
          <w:trHeight w:val="485"/>
          <w:jc w:val="center"/>
        </w:trPr>
        <w:tc>
          <w:tcPr>
            <w:tcW w:w="9431" w:type="dxa"/>
            <w:gridSpan w:val="6"/>
            <w:shd w:val="clear" w:color="auto" w:fill="C0C0C0"/>
            <w:vAlign w:val="center"/>
          </w:tcPr>
          <w:p w:rsidR="001C2ADC" w:rsidRPr="0048785A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 Narrow" w:hAnsi="Arial Narrow" w:cs="Arial Narrow"/>
                <w:b/>
                <w:bCs/>
              </w:rPr>
              <w:t>UNIT ASSESSMENT ALIGNMENT GUIDE</w:t>
            </w:r>
          </w:p>
        </w:tc>
      </w:tr>
      <w:tr w:rsidR="001C2ADC" w:rsidRPr="002E6C80">
        <w:trPr>
          <w:jc w:val="center"/>
        </w:trPr>
        <w:tc>
          <w:tcPr>
            <w:tcW w:w="1057" w:type="dxa"/>
            <w:shd w:val="clear" w:color="auto" w:fill="F3F3F3"/>
          </w:tcPr>
          <w:p w:rsidR="001C2ADC" w:rsidRPr="002E6C80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8F5D0F">
              <w:rPr>
                <w:rFonts w:ascii="Arial Narrow" w:hAnsi="Arial Narrow" w:cs="Arial Narrow"/>
                <w:b/>
                <w:bCs/>
              </w:rPr>
              <w:t>Learning Goal #</w:t>
            </w:r>
            <w:r w:rsidRPr="002E6C80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091" w:type="dxa"/>
            <w:shd w:val="clear" w:color="auto" w:fill="F3F3F3"/>
            <w:vAlign w:val="center"/>
          </w:tcPr>
          <w:p w:rsidR="001C2ADC" w:rsidRPr="008F5D0F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</w:rPr>
            </w:pPr>
            <w:r w:rsidRPr="008F5D0F">
              <w:rPr>
                <w:rFonts w:ascii="Arial Narrow" w:hAnsi="Arial Narrow" w:cs="Arial Narrow"/>
                <w:b/>
                <w:bCs/>
              </w:rPr>
              <w:t>Learning Goal</w:t>
            </w:r>
          </w:p>
        </w:tc>
        <w:tc>
          <w:tcPr>
            <w:tcW w:w="984" w:type="dxa"/>
            <w:shd w:val="clear" w:color="auto" w:fill="F3F3F3"/>
            <w:vAlign w:val="center"/>
          </w:tcPr>
          <w:p w:rsidR="001C2ADC" w:rsidRPr="008F5D0F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</w:rPr>
            </w:pPr>
            <w:r w:rsidRPr="008F5D0F">
              <w:rPr>
                <w:rFonts w:ascii="Arial Narrow" w:hAnsi="Arial Narrow" w:cs="Arial Narrow"/>
                <w:b/>
                <w:bCs/>
              </w:rPr>
              <w:t xml:space="preserve">Aligned Item #’s  </w:t>
            </w:r>
          </w:p>
        </w:tc>
        <w:tc>
          <w:tcPr>
            <w:tcW w:w="1051" w:type="dxa"/>
            <w:shd w:val="clear" w:color="auto" w:fill="F3F3F3"/>
            <w:vAlign w:val="center"/>
          </w:tcPr>
          <w:p w:rsidR="001C2ADC" w:rsidRPr="008F5D0F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</w:rPr>
            </w:pPr>
            <w:r w:rsidRPr="008F5D0F">
              <w:rPr>
                <w:rFonts w:ascii="Arial Narrow" w:hAnsi="Arial Narrow" w:cs="Arial Narrow"/>
                <w:b/>
                <w:bCs/>
              </w:rPr>
              <w:t>Points Correct</w:t>
            </w:r>
          </w:p>
        </w:tc>
        <w:tc>
          <w:tcPr>
            <w:tcW w:w="1159" w:type="dxa"/>
            <w:shd w:val="clear" w:color="auto" w:fill="F3F3F3"/>
            <w:vAlign w:val="center"/>
          </w:tcPr>
          <w:p w:rsidR="001C2ADC" w:rsidRPr="008F5D0F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</w:rPr>
            </w:pPr>
            <w:r w:rsidRPr="008F5D0F">
              <w:rPr>
                <w:rFonts w:ascii="Arial Narrow" w:hAnsi="Arial Narrow" w:cs="Arial Narrow"/>
                <w:b/>
                <w:bCs/>
              </w:rPr>
              <w:t>Points Possible</w:t>
            </w:r>
          </w:p>
        </w:tc>
        <w:tc>
          <w:tcPr>
            <w:tcW w:w="1089" w:type="dxa"/>
            <w:shd w:val="clear" w:color="auto" w:fill="F3F3F3"/>
            <w:vAlign w:val="center"/>
          </w:tcPr>
          <w:p w:rsidR="001C2ADC" w:rsidRPr="008F5D0F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</w:rPr>
            </w:pPr>
            <w:r w:rsidRPr="008F5D0F">
              <w:rPr>
                <w:rFonts w:ascii="Arial Narrow" w:hAnsi="Arial Narrow" w:cs="Arial Narrow"/>
                <w:b/>
                <w:bCs/>
              </w:rPr>
              <w:t>Grade</w:t>
            </w:r>
          </w:p>
          <w:p w:rsidR="001C2ADC" w:rsidRPr="008F5D0F" w:rsidRDefault="001C2ADC" w:rsidP="00512BF2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  <w:r w:rsidRPr="008F5D0F">
              <w:rPr>
                <w:rFonts w:ascii="Arial Narrow" w:hAnsi="Arial Narrow" w:cs="Arial Narrow"/>
                <w:sz w:val="22"/>
                <w:szCs w:val="22"/>
              </w:rPr>
              <w:t xml:space="preserve"> (%)</w:t>
            </w:r>
          </w:p>
        </w:tc>
      </w:tr>
      <w:tr w:rsidR="001C2ADC" w:rsidRPr="002E6C80">
        <w:trPr>
          <w:trHeight w:val="377"/>
          <w:jc w:val="center"/>
        </w:trPr>
        <w:tc>
          <w:tcPr>
            <w:tcW w:w="1057" w:type="dxa"/>
          </w:tcPr>
          <w:p w:rsidR="001C2ADC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  <w:p w:rsidR="001C2ADC" w:rsidRPr="002E6C80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RM.1</w:t>
            </w:r>
          </w:p>
        </w:tc>
        <w:tc>
          <w:tcPr>
            <w:tcW w:w="4091" w:type="dxa"/>
            <w:vAlign w:val="center"/>
          </w:tcPr>
          <w:p w:rsidR="001C2ADC" w:rsidRDefault="001C2ADC" w:rsidP="007D433B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  <w:p w:rsidR="001C2ADC" w:rsidRPr="007D433B" w:rsidRDefault="001C2ADC" w:rsidP="007D433B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7D433B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Understand  and apply the basic rules addition, subtraction, multiplication, division</w:t>
            </w:r>
            <w:r>
              <w:rPr>
                <w:rFonts w:ascii="Arial Narrow" w:hAnsi="Arial Narrow" w:cs="Arial Narrow"/>
                <w:b/>
                <w:bCs/>
                <w:sz w:val="22"/>
                <w:szCs w:val="22"/>
              </w:rPr>
              <w:t xml:space="preserve"> with negative numbers</w:t>
            </w:r>
          </w:p>
          <w:p w:rsidR="001C2ADC" w:rsidRPr="007D433B" w:rsidRDefault="001C2ADC" w:rsidP="007D433B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984" w:type="dxa"/>
            <w:vAlign w:val="center"/>
          </w:tcPr>
          <w:p w:rsidR="001C2ADC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1 - 8</w:t>
            </w:r>
          </w:p>
        </w:tc>
        <w:tc>
          <w:tcPr>
            <w:tcW w:w="1051" w:type="dxa"/>
            <w:vAlign w:val="center"/>
          </w:tcPr>
          <w:p w:rsidR="001C2ADC" w:rsidRPr="002E6C80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1159" w:type="dxa"/>
            <w:vAlign w:val="center"/>
          </w:tcPr>
          <w:p w:rsidR="001C2ADC" w:rsidRPr="002E6C80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089" w:type="dxa"/>
            <w:vAlign w:val="center"/>
          </w:tcPr>
          <w:p w:rsidR="001C2ADC" w:rsidRPr="002E6C80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1C2ADC" w:rsidRPr="002E6C80">
        <w:trPr>
          <w:trHeight w:val="377"/>
          <w:jc w:val="center"/>
        </w:trPr>
        <w:tc>
          <w:tcPr>
            <w:tcW w:w="1057" w:type="dxa"/>
          </w:tcPr>
          <w:p w:rsidR="001C2ADC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  <w:p w:rsidR="001C2ADC" w:rsidRPr="002E6C80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RM.2</w:t>
            </w:r>
          </w:p>
        </w:tc>
        <w:tc>
          <w:tcPr>
            <w:tcW w:w="4091" w:type="dxa"/>
            <w:vAlign w:val="center"/>
          </w:tcPr>
          <w:p w:rsidR="001C2ADC" w:rsidRDefault="001C2ADC" w:rsidP="007D433B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  <w:p w:rsidR="001C2ADC" w:rsidRPr="007D433B" w:rsidRDefault="001C2ADC" w:rsidP="007D433B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7D433B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Operate with negative numbers</w:t>
            </w:r>
            <w:r>
              <w:rPr>
                <w:rFonts w:ascii="Arial Narrow" w:hAnsi="Arial Narrow" w:cs="Arial Narrow"/>
                <w:b/>
                <w:bCs/>
                <w:sz w:val="22"/>
                <w:szCs w:val="22"/>
              </w:rPr>
              <w:t xml:space="preserve"> &amp; fractions</w:t>
            </w:r>
          </w:p>
          <w:p w:rsidR="001C2ADC" w:rsidRPr="00637BC6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984" w:type="dxa"/>
            <w:vAlign w:val="center"/>
          </w:tcPr>
          <w:p w:rsidR="001C2ADC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9 – 12</w:t>
            </w:r>
          </w:p>
          <w:p w:rsidR="001C2ADC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36 - 40</w:t>
            </w:r>
          </w:p>
        </w:tc>
        <w:tc>
          <w:tcPr>
            <w:tcW w:w="1051" w:type="dxa"/>
            <w:vAlign w:val="center"/>
          </w:tcPr>
          <w:p w:rsidR="001C2ADC" w:rsidRPr="002E6C80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1159" w:type="dxa"/>
            <w:vAlign w:val="center"/>
          </w:tcPr>
          <w:p w:rsidR="001C2ADC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4</w:t>
            </w:r>
          </w:p>
          <w:p w:rsidR="001C2ADC" w:rsidRPr="002E6C80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089" w:type="dxa"/>
            <w:vAlign w:val="center"/>
          </w:tcPr>
          <w:p w:rsidR="001C2ADC" w:rsidRPr="002E6C80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1C2ADC" w:rsidRPr="002E6C80">
        <w:trPr>
          <w:trHeight w:val="377"/>
          <w:jc w:val="center"/>
        </w:trPr>
        <w:tc>
          <w:tcPr>
            <w:tcW w:w="1057" w:type="dxa"/>
          </w:tcPr>
          <w:p w:rsidR="001C2ADC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  <w:p w:rsidR="001C2ADC" w:rsidRPr="002E6C80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RM.3</w:t>
            </w:r>
          </w:p>
        </w:tc>
        <w:tc>
          <w:tcPr>
            <w:tcW w:w="4091" w:type="dxa"/>
            <w:vAlign w:val="center"/>
          </w:tcPr>
          <w:p w:rsidR="001C2ADC" w:rsidRDefault="001C2ADC" w:rsidP="007D433B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  <w:p w:rsidR="001C2ADC" w:rsidRPr="007D433B" w:rsidRDefault="001C2ADC" w:rsidP="007D433B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7D433B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Understand the relationship between fractions, decimals, and percents and be able to convert from one to another</w:t>
            </w:r>
          </w:p>
          <w:p w:rsidR="001C2ADC" w:rsidRPr="00637BC6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984" w:type="dxa"/>
          </w:tcPr>
          <w:p w:rsidR="001C2ADC" w:rsidRPr="00822D10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  <w:sz w:val="12"/>
                <w:szCs w:val="12"/>
              </w:rPr>
            </w:pPr>
          </w:p>
          <w:p w:rsidR="001C2ADC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  <w:p w:rsidR="001C2ADC" w:rsidRPr="002E6C80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13 - 16</w:t>
            </w:r>
          </w:p>
        </w:tc>
        <w:tc>
          <w:tcPr>
            <w:tcW w:w="1051" w:type="dxa"/>
            <w:vAlign w:val="center"/>
          </w:tcPr>
          <w:p w:rsidR="001C2ADC" w:rsidRPr="00637BC6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1159" w:type="dxa"/>
          </w:tcPr>
          <w:p w:rsidR="001C2ADC" w:rsidRPr="00BF3414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  <w:sz w:val="10"/>
                <w:szCs w:val="10"/>
              </w:rPr>
            </w:pPr>
          </w:p>
          <w:p w:rsidR="001C2ADC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  <w:p w:rsidR="001C2ADC" w:rsidRPr="002E6C80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089" w:type="dxa"/>
            <w:vAlign w:val="center"/>
          </w:tcPr>
          <w:p w:rsidR="001C2ADC" w:rsidRPr="00637BC6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1C2ADC" w:rsidRPr="002E6C80">
        <w:trPr>
          <w:trHeight w:val="377"/>
          <w:jc w:val="center"/>
        </w:trPr>
        <w:tc>
          <w:tcPr>
            <w:tcW w:w="1057" w:type="dxa"/>
          </w:tcPr>
          <w:p w:rsidR="001C2ADC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  <w:p w:rsidR="001C2ADC" w:rsidRPr="002E6C80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RM.4</w:t>
            </w:r>
          </w:p>
        </w:tc>
        <w:tc>
          <w:tcPr>
            <w:tcW w:w="4091" w:type="dxa"/>
            <w:vAlign w:val="center"/>
          </w:tcPr>
          <w:p w:rsidR="001C2ADC" w:rsidRDefault="001C2ADC" w:rsidP="007D433B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  <w:p w:rsidR="001C2ADC" w:rsidRPr="007D433B" w:rsidRDefault="001C2ADC" w:rsidP="007D433B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7D433B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Locate any number, including fractions, decimals, and negatives, on a number line</w:t>
            </w:r>
          </w:p>
          <w:p w:rsidR="001C2ADC" w:rsidRPr="00637BC6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984" w:type="dxa"/>
            <w:vAlign w:val="center"/>
          </w:tcPr>
          <w:p w:rsidR="001C2ADC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17 - 20</w:t>
            </w:r>
          </w:p>
        </w:tc>
        <w:tc>
          <w:tcPr>
            <w:tcW w:w="1051" w:type="dxa"/>
            <w:vAlign w:val="center"/>
          </w:tcPr>
          <w:p w:rsidR="001C2ADC" w:rsidRPr="002E6C80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1159" w:type="dxa"/>
            <w:vAlign w:val="center"/>
          </w:tcPr>
          <w:p w:rsidR="001C2ADC" w:rsidRPr="002E6C80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089" w:type="dxa"/>
            <w:vAlign w:val="center"/>
          </w:tcPr>
          <w:p w:rsidR="001C2ADC" w:rsidRPr="002E6C80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1C2ADC" w:rsidRPr="002E6C80">
        <w:trPr>
          <w:trHeight w:val="377"/>
          <w:jc w:val="center"/>
        </w:trPr>
        <w:tc>
          <w:tcPr>
            <w:tcW w:w="1057" w:type="dxa"/>
          </w:tcPr>
          <w:p w:rsidR="001C2ADC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  <w:p w:rsidR="001C2ADC" w:rsidRPr="002E6C80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RM.5</w:t>
            </w:r>
          </w:p>
        </w:tc>
        <w:tc>
          <w:tcPr>
            <w:tcW w:w="4091" w:type="dxa"/>
            <w:vAlign w:val="center"/>
          </w:tcPr>
          <w:p w:rsidR="001C2ADC" w:rsidRDefault="001C2ADC" w:rsidP="007D433B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  <w:p w:rsidR="001C2ADC" w:rsidRPr="007D433B" w:rsidRDefault="001C2ADC" w:rsidP="007D433B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7D433B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Understand and define the role of a variable</w:t>
            </w:r>
          </w:p>
          <w:p w:rsidR="001C2ADC" w:rsidRPr="00637BC6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984" w:type="dxa"/>
            <w:vAlign w:val="center"/>
          </w:tcPr>
          <w:p w:rsidR="001C2ADC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21 - 23</w:t>
            </w:r>
          </w:p>
        </w:tc>
        <w:tc>
          <w:tcPr>
            <w:tcW w:w="1051" w:type="dxa"/>
            <w:vAlign w:val="center"/>
          </w:tcPr>
          <w:p w:rsidR="001C2ADC" w:rsidRPr="002E6C80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1159" w:type="dxa"/>
            <w:vAlign w:val="center"/>
          </w:tcPr>
          <w:p w:rsidR="001C2ADC" w:rsidRPr="002E6C80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089" w:type="dxa"/>
            <w:vAlign w:val="center"/>
          </w:tcPr>
          <w:p w:rsidR="001C2ADC" w:rsidRPr="002E6C80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1C2ADC" w:rsidRPr="002E6C80">
        <w:trPr>
          <w:trHeight w:val="377"/>
          <w:jc w:val="center"/>
        </w:trPr>
        <w:tc>
          <w:tcPr>
            <w:tcW w:w="1057" w:type="dxa"/>
          </w:tcPr>
          <w:p w:rsidR="001C2ADC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  <w:p w:rsidR="001C2ADC" w:rsidRPr="00C344F8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RM.6</w:t>
            </w:r>
          </w:p>
        </w:tc>
        <w:tc>
          <w:tcPr>
            <w:tcW w:w="4091" w:type="dxa"/>
            <w:vAlign w:val="center"/>
          </w:tcPr>
          <w:p w:rsidR="001C2ADC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  <w:p w:rsidR="001C2ADC" w:rsidRDefault="001C2ADC" w:rsidP="007D433B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7D433B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Find the area, perimeter, and volume of squares and rectangles</w:t>
            </w:r>
          </w:p>
          <w:p w:rsidR="001C2ADC" w:rsidRPr="00C344F8" w:rsidRDefault="001C2ADC" w:rsidP="007D433B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984" w:type="dxa"/>
            <w:vAlign w:val="center"/>
          </w:tcPr>
          <w:p w:rsidR="001C2ADC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24 – 29</w:t>
            </w:r>
          </w:p>
        </w:tc>
        <w:tc>
          <w:tcPr>
            <w:tcW w:w="1051" w:type="dxa"/>
            <w:vAlign w:val="center"/>
          </w:tcPr>
          <w:p w:rsidR="001C2ADC" w:rsidRPr="002E6C80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1159" w:type="dxa"/>
            <w:vAlign w:val="center"/>
          </w:tcPr>
          <w:p w:rsidR="001C2ADC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089" w:type="dxa"/>
            <w:vAlign w:val="center"/>
          </w:tcPr>
          <w:p w:rsidR="001C2ADC" w:rsidRPr="002E6C80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1C2ADC" w:rsidRPr="002E6C80">
        <w:trPr>
          <w:trHeight w:val="377"/>
          <w:jc w:val="center"/>
        </w:trPr>
        <w:tc>
          <w:tcPr>
            <w:tcW w:w="1057" w:type="dxa"/>
          </w:tcPr>
          <w:p w:rsidR="001C2ADC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  <w:p w:rsidR="001C2ADC" w:rsidRPr="00C344F8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RM.7</w:t>
            </w:r>
          </w:p>
        </w:tc>
        <w:tc>
          <w:tcPr>
            <w:tcW w:w="4091" w:type="dxa"/>
            <w:vAlign w:val="center"/>
          </w:tcPr>
          <w:p w:rsidR="001C2ADC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  <w:p w:rsidR="001C2ADC" w:rsidRDefault="001C2ADC" w:rsidP="007D433B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Apply Order of Operations</w:t>
            </w:r>
          </w:p>
          <w:p w:rsidR="001C2ADC" w:rsidRPr="00C344F8" w:rsidRDefault="001C2ADC" w:rsidP="007D433B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984" w:type="dxa"/>
            <w:vAlign w:val="center"/>
          </w:tcPr>
          <w:p w:rsidR="001C2ADC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 Narrow"/>
                <w:b/>
                <w:bCs/>
                <w:sz w:val="22"/>
                <w:szCs w:val="22"/>
              </w:rPr>
              <w:t xml:space="preserve">30 </w:t>
            </w:r>
          </w:p>
        </w:tc>
        <w:tc>
          <w:tcPr>
            <w:tcW w:w="1051" w:type="dxa"/>
            <w:vAlign w:val="center"/>
          </w:tcPr>
          <w:p w:rsidR="001C2ADC" w:rsidRPr="002E6C80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1159" w:type="dxa"/>
            <w:vAlign w:val="center"/>
          </w:tcPr>
          <w:p w:rsidR="001C2ADC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089" w:type="dxa"/>
            <w:vAlign w:val="center"/>
          </w:tcPr>
          <w:p w:rsidR="001C2ADC" w:rsidRPr="002E6C80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1C2ADC" w:rsidRPr="002E6C80">
        <w:trPr>
          <w:trHeight w:val="377"/>
          <w:jc w:val="center"/>
        </w:trPr>
        <w:tc>
          <w:tcPr>
            <w:tcW w:w="1057" w:type="dxa"/>
          </w:tcPr>
          <w:p w:rsidR="001C2ADC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  <w:p w:rsidR="001C2ADC" w:rsidRPr="00C344F8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RM.8</w:t>
            </w:r>
          </w:p>
        </w:tc>
        <w:tc>
          <w:tcPr>
            <w:tcW w:w="4091" w:type="dxa"/>
            <w:vAlign w:val="center"/>
          </w:tcPr>
          <w:p w:rsidR="001C2ADC" w:rsidRDefault="001C2ADC" w:rsidP="007D433B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  <w:p w:rsidR="001C2ADC" w:rsidRDefault="001C2ADC" w:rsidP="007D433B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Substitute values for a given variable</w:t>
            </w:r>
          </w:p>
          <w:p w:rsidR="001C2ADC" w:rsidRPr="00C344F8" w:rsidRDefault="001C2ADC" w:rsidP="007D433B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984" w:type="dxa"/>
            <w:vAlign w:val="center"/>
          </w:tcPr>
          <w:p w:rsidR="001C2ADC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31 - 35</w:t>
            </w:r>
          </w:p>
        </w:tc>
        <w:tc>
          <w:tcPr>
            <w:tcW w:w="1051" w:type="dxa"/>
            <w:vAlign w:val="center"/>
          </w:tcPr>
          <w:p w:rsidR="001C2ADC" w:rsidRPr="002E6C80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1159" w:type="dxa"/>
            <w:vAlign w:val="center"/>
          </w:tcPr>
          <w:p w:rsidR="001C2ADC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089" w:type="dxa"/>
            <w:vAlign w:val="center"/>
          </w:tcPr>
          <w:p w:rsidR="001C2ADC" w:rsidRPr="002E6C80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1C2ADC" w:rsidRPr="002E6C80">
        <w:trPr>
          <w:trHeight w:val="377"/>
          <w:jc w:val="center"/>
        </w:trPr>
        <w:tc>
          <w:tcPr>
            <w:tcW w:w="6132" w:type="dxa"/>
            <w:gridSpan w:val="3"/>
            <w:tcBorders>
              <w:top w:val="double" w:sz="4" w:space="0" w:color="auto"/>
            </w:tcBorders>
            <w:vAlign w:val="center"/>
          </w:tcPr>
          <w:p w:rsidR="001C2ADC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BE19B1">
              <w:rPr>
                <w:rFonts w:ascii="Arial Narrow" w:hAnsi="Arial Narrow" w:cs="Arial Narrow"/>
                <w:b/>
                <w:bCs/>
                <w:i/>
                <w:iCs/>
                <w:sz w:val="22"/>
                <w:szCs w:val="22"/>
              </w:rPr>
              <w:t>TOTAL:</w:t>
            </w:r>
          </w:p>
        </w:tc>
        <w:tc>
          <w:tcPr>
            <w:tcW w:w="1051" w:type="dxa"/>
            <w:tcBorders>
              <w:top w:val="double" w:sz="4" w:space="0" w:color="auto"/>
            </w:tcBorders>
            <w:vAlign w:val="center"/>
          </w:tcPr>
          <w:p w:rsidR="001C2ADC" w:rsidRPr="002E6C80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1159" w:type="dxa"/>
            <w:tcBorders>
              <w:top w:val="double" w:sz="4" w:space="0" w:color="auto"/>
            </w:tcBorders>
            <w:vAlign w:val="center"/>
          </w:tcPr>
          <w:p w:rsidR="001C2ADC" w:rsidRPr="002E6C80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50</w:t>
            </w:r>
          </w:p>
        </w:tc>
        <w:tc>
          <w:tcPr>
            <w:tcW w:w="1089" w:type="dxa"/>
            <w:tcBorders>
              <w:top w:val="double" w:sz="4" w:space="0" w:color="auto"/>
            </w:tcBorders>
            <w:vAlign w:val="center"/>
          </w:tcPr>
          <w:p w:rsidR="001C2ADC" w:rsidRPr="002E6C80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</w:tbl>
    <w:p w:rsidR="001C2ADC" w:rsidRPr="004B2464" w:rsidRDefault="001C2ADC">
      <w:pPr>
        <w:rPr>
          <w:sz w:val="18"/>
          <w:szCs w:val="18"/>
        </w:rPr>
      </w:pPr>
      <w:r>
        <w:rPr>
          <w:sz w:val="18"/>
          <w:szCs w:val="18"/>
        </w:rPr>
        <w:br w:type="page"/>
      </w:r>
    </w:p>
    <w:tbl>
      <w:tblPr>
        <w:tblW w:w="9696" w:type="dxa"/>
        <w:tblInd w:w="-106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24" w:space="0" w:color="000000"/>
          <w:insideV w:val="single" w:sz="24" w:space="0" w:color="000000"/>
        </w:tblBorders>
        <w:tblLook w:val="00A0"/>
      </w:tblPr>
      <w:tblGrid>
        <w:gridCol w:w="9696"/>
      </w:tblGrid>
      <w:tr w:rsidR="001C2ADC">
        <w:tc>
          <w:tcPr>
            <w:tcW w:w="9696" w:type="dxa"/>
          </w:tcPr>
          <w:p w:rsidR="001C2ADC" w:rsidRPr="00DA158A" w:rsidRDefault="001C2ADC" w:rsidP="007D433B">
            <w:pPr>
              <w:rPr>
                <w:b/>
                <w:bCs/>
                <w:sz w:val="26"/>
                <w:szCs w:val="26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360.65pt;margin-top:12.8pt;width:109.85pt;height:141.6pt;z-index:251663872" strokeweight="1.5pt">
                  <v:textbox style="mso-fit-shape-to-text:t">
                    <w:txbxContent>
                      <w:p w:rsidR="001C2ADC" w:rsidRPr="00DA158A" w:rsidRDefault="001C2ADC">
                        <w:pPr>
                          <w:rPr>
                            <w:i/>
                            <w:iCs/>
                          </w:rPr>
                        </w:pPr>
                        <w:r w:rsidRPr="00DA158A">
                          <w:rPr>
                            <w:i/>
                            <w:iCs/>
                          </w:rPr>
                          <w:t>WORD BANK:</w:t>
                        </w:r>
                      </w:p>
                      <w:p w:rsidR="001C2ADC" w:rsidRPr="00DA158A" w:rsidRDefault="001C2ADC">
                        <w:r w:rsidRPr="00DA158A">
                          <w:t>A) Positive</w:t>
                        </w:r>
                      </w:p>
                      <w:p w:rsidR="001C2ADC" w:rsidRPr="00DA158A" w:rsidRDefault="001C2ADC">
                        <w:r w:rsidRPr="00DA158A">
                          <w:t>B) Negative</w:t>
                        </w:r>
                      </w:p>
                    </w:txbxContent>
                  </v:textbox>
                </v:shape>
              </w:pict>
            </w:r>
          </w:p>
          <w:p w:rsidR="001C2ADC" w:rsidRPr="00DA158A" w:rsidRDefault="001C2ADC" w:rsidP="007D433B">
            <w:pPr>
              <w:rPr>
                <w:b/>
                <w:bCs/>
                <w:sz w:val="14"/>
                <w:szCs w:val="14"/>
              </w:rPr>
            </w:pPr>
          </w:p>
          <w:p w:rsidR="001C2ADC" w:rsidRPr="00DA158A" w:rsidRDefault="001C2ADC" w:rsidP="007D433B">
            <w:pPr>
              <w:rPr>
                <w:b/>
                <w:bCs/>
                <w:sz w:val="26"/>
                <w:szCs w:val="26"/>
              </w:rPr>
            </w:pPr>
            <w:r w:rsidRPr="00DA158A">
              <w:rPr>
                <w:b/>
                <w:bCs/>
                <w:sz w:val="26"/>
                <w:szCs w:val="26"/>
              </w:rPr>
              <w:t xml:space="preserve">Matching </w:t>
            </w:r>
            <w:r w:rsidRPr="00DA158A">
              <w:rPr>
                <w:sz w:val="26"/>
                <w:szCs w:val="26"/>
              </w:rPr>
              <w:t>(use terms more than once)</w:t>
            </w:r>
            <w:r w:rsidRPr="00DA158A">
              <w:rPr>
                <w:b/>
                <w:bCs/>
                <w:sz w:val="26"/>
                <w:szCs w:val="26"/>
              </w:rPr>
              <w:t xml:space="preserve">: </w:t>
            </w:r>
          </w:p>
          <w:p w:rsidR="001C2ADC" w:rsidRPr="00DA158A" w:rsidRDefault="001C2ADC" w:rsidP="007D433B">
            <w:pPr>
              <w:rPr>
                <w:b/>
                <w:bCs/>
                <w:sz w:val="26"/>
                <w:szCs w:val="26"/>
              </w:rPr>
            </w:pPr>
          </w:p>
          <w:p w:rsidR="001C2ADC" w:rsidRPr="00DA158A" w:rsidRDefault="001C2ADC" w:rsidP="00DA158A">
            <w:pPr>
              <w:spacing w:line="360" w:lineRule="auto"/>
            </w:pPr>
            <w:r w:rsidRPr="00DA158A">
              <w:t>1)  A negative times a negative is a _____________________</w:t>
            </w:r>
          </w:p>
          <w:p w:rsidR="001C2ADC" w:rsidRPr="00DA158A" w:rsidRDefault="001C2ADC" w:rsidP="00DA158A">
            <w:pPr>
              <w:spacing w:line="360" w:lineRule="auto"/>
            </w:pPr>
            <w:r w:rsidRPr="00DA158A">
              <w:t>2)  A negative times a positive is a _____________________</w:t>
            </w:r>
          </w:p>
          <w:p w:rsidR="001C2ADC" w:rsidRPr="00DA158A" w:rsidRDefault="001C2ADC" w:rsidP="00DA158A">
            <w:pPr>
              <w:spacing w:line="360" w:lineRule="auto"/>
            </w:pPr>
            <w:r w:rsidRPr="00DA158A">
              <w:t>3)  A positive times a positive is a _____________________</w:t>
            </w:r>
          </w:p>
          <w:p w:rsidR="001C2ADC" w:rsidRPr="00DA158A" w:rsidRDefault="001C2ADC" w:rsidP="00DA158A">
            <w:pPr>
              <w:spacing w:line="360" w:lineRule="auto"/>
            </w:pPr>
            <w:r w:rsidRPr="00DA158A">
              <w:t>4)  A positive times a negative is a _____________________</w:t>
            </w:r>
          </w:p>
          <w:p w:rsidR="001C2ADC" w:rsidRPr="00DA158A" w:rsidRDefault="001C2ADC" w:rsidP="00DA158A">
            <w:pPr>
              <w:spacing w:line="360" w:lineRule="auto"/>
            </w:pPr>
            <w:r w:rsidRPr="00DA158A">
              <w:t>5)  A positive divided by a negative is a _________________</w:t>
            </w:r>
          </w:p>
          <w:p w:rsidR="001C2ADC" w:rsidRPr="00DA158A" w:rsidRDefault="001C2ADC" w:rsidP="00DA158A">
            <w:pPr>
              <w:spacing w:line="360" w:lineRule="auto"/>
            </w:pPr>
            <w:r w:rsidRPr="00DA158A">
              <w:t>6)  A negative divided by a positive is a _________________</w:t>
            </w:r>
          </w:p>
          <w:p w:rsidR="001C2ADC" w:rsidRPr="00DA158A" w:rsidRDefault="001C2ADC" w:rsidP="00DA158A">
            <w:pPr>
              <w:spacing w:line="360" w:lineRule="auto"/>
            </w:pPr>
            <w:r w:rsidRPr="00DA158A">
              <w:t>7)  A positive divided by a positive is a _________________</w:t>
            </w:r>
          </w:p>
          <w:p w:rsidR="001C2ADC" w:rsidRPr="00DA158A" w:rsidRDefault="001C2ADC" w:rsidP="00DA158A">
            <w:pPr>
              <w:spacing w:line="360" w:lineRule="auto"/>
            </w:pPr>
            <w:r w:rsidRPr="00DA158A">
              <w:t>8)  A negative divided by a positive is a ________________</w:t>
            </w:r>
          </w:p>
          <w:p w:rsidR="001C2ADC" w:rsidRPr="00DA158A" w:rsidRDefault="001C2ADC" w:rsidP="00DA158A">
            <w:pPr>
              <w:spacing w:line="360" w:lineRule="auto"/>
            </w:pPr>
            <w:r w:rsidRPr="00DA158A">
              <w:t>____________________________________________________________</w:t>
            </w:r>
            <w:r>
              <w:t>____________</w:t>
            </w:r>
            <w:r w:rsidRPr="00DA158A">
              <w:t xml:space="preserve">_______ </w:t>
            </w:r>
          </w:p>
          <w:p w:rsidR="001C2ADC" w:rsidRDefault="001C2ADC" w:rsidP="00DA158A">
            <w:pPr>
              <w:spacing w:line="360" w:lineRule="auto"/>
            </w:pPr>
          </w:p>
          <w:p w:rsidR="001C2ADC" w:rsidRPr="00DA158A" w:rsidRDefault="001C2ADC" w:rsidP="00DA158A">
            <w:pPr>
              <w:spacing w:line="360" w:lineRule="auto"/>
            </w:pPr>
            <w:r w:rsidRPr="00DA158A">
              <w:t>9)  4(-3) = ___________________     10)  -6(-2) = ______________________</w:t>
            </w:r>
          </w:p>
          <w:p w:rsidR="001C2ADC" w:rsidRPr="00DA158A" w:rsidRDefault="001C2ADC" w:rsidP="00DA158A">
            <w:pPr>
              <w:spacing w:line="360" w:lineRule="auto"/>
            </w:pPr>
          </w:p>
          <w:p w:rsidR="001C2ADC" w:rsidRPr="00DA158A" w:rsidRDefault="001C2ADC" w:rsidP="00DA158A">
            <w:pPr>
              <w:spacing w:line="360" w:lineRule="auto"/>
            </w:pPr>
            <w:r w:rsidRPr="00DA158A">
              <w:t>11) -10/-5 = __________________      12)  -8/4 = _______________________</w:t>
            </w:r>
          </w:p>
          <w:p w:rsidR="001C2ADC" w:rsidRDefault="001C2ADC" w:rsidP="00DA158A">
            <w:pPr>
              <w:spacing w:line="360" w:lineRule="auto"/>
            </w:pPr>
          </w:p>
          <w:p w:rsidR="001C2ADC" w:rsidRPr="007D433B" w:rsidRDefault="001C2ADC" w:rsidP="00DA158A">
            <w:pPr>
              <w:spacing w:line="360" w:lineRule="auto"/>
            </w:pPr>
          </w:p>
        </w:tc>
      </w:tr>
      <w:tr w:rsidR="001C2ADC">
        <w:tc>
          <w:tcPr>
            <w:tcW w:w="9696" w:type="dxa"/>
          </w:tcPr>
          <w:p w:rsidR="001C2ADC" w:rsidRPr="00DA158A" w:rsidRDefault="001C2ADC" w:rsidP="00E31757">
            <w:pPr>
              <w:rPr>
                <w:sz w:val="20"/>
                <w:szCs w:val="20"/>
              </w:rPr>
            </w:pPr>
          </w:p>
          <w:p w:rsidR="001C2ADC" w:rsidRDefault="001C2ADC" w:rsidP="00E31757">
            <w:r>
              <w:t xml:space="preserve">Complete the Fraction </w:t>
            </w:r>
            <w:r>
              <w:sym w:font="Wingdings" w:char="F0E0"/>
            </w:r>
            <w:r>
              <w:t xml:space="preserve"> Decimal </w:t>
            </w:r>
            <w:r>
              <w:sym w:font="Wingdings" w:char="F0E0"/>
            </w:r>
            <w:r>
              <w:t xml:space="preserve"> Percent chart below</w:t>
            </w:r>
          </w:p>
          <w:p w:rsidR="001C2ADC" w:rsidRDefault="001C2ADC" w:rsidP="00E31757"/>
          <w:tbl>
            <w:tblPr>
              <w:tblW w:w="0" w:type="auto"/>
              <w:tblInd w:w="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/>
            </w:tblPr>
            <w:tblGrid>
              <w:gridCol w:w="1075"/>
              <w:gridCol w:w="2366"/>
              <w:gridCol w:w="2366"/>
              <w:gridCol w:w="2367"/>
            </w:tblGrid>
            <w:tr w:rsidR="001C2ADC">
              <w:tc>
                <w:tcPr>
                  <w:tcW w:w="10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C2ADC" w:rsidRPr="00BC3837" w:rsidRDefault="001C2ADC" w:rsidP="00DA158A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C2ADC" w:rsidRPr="00BC3837" w:rsidRDefault="001C2ADC" w:rsidP="00E31757">
                  <w:pPr>
                    <w:rPr>
                      <w:sz w:val="18"/>
                      <w:szCs w:val="18"/>
                    </w:rPr>
                  </w:pPr>
                  <w:r w:rsidRPr="00BC3837">
                    <w:rPr>
                      <w:sz w:val="28"/>
                      <w:szCs w:val="28"/>
                    </w:rPr>
                    <w:t xml:space="preserve">        </w:t>
                  </w:r>
                </w:p>
                <w:p w:rsidR="001C2ADC" w:rsidRPr="00DA158A" w:rsidRDefault="001C2ADC" w:rsidP="00BC3837">
                  <w:pPr>
                    <w:jc w:val="center"/>
                  </w:pPr>
                  <w:r>
                    <w:t>Fraction</w:t>
                  </w:r>
                </w:p>
              </w:tc>
              <w:tc>
                <w:tcPr>
                  <w:tcW w:w="23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C2ADC" w:rsidRPr="00BC3837" w:rsidRDefault="001C2ADC" w:rsidP="00BC3837">
                  <w:pPr>
                    <w:jc w:val="center"/>
                    <w:rPr>
                      <w:sz w:val="18"/>
                      <w:szCs w:val="18"/>
                    </w:rPr>
                  </w:pPr>
                </w:p>
                <w:p w:rsidR="001C2ADC" w:rsidRPr="00DA158A" w:rsidRDefault="001C2ADC" w:rsidP="00BC3837">
                  <w:pPr>
                    <w:jc w:val="center"/>
                  </w:pPr>
                  <w:r>
                    <w:t>Decimal</w:t>
                  </w:r>
                </w:p>
              </w:tc>
              <w:tc>
                <w:tcPr>
                  <w:tcW w:w="2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C2ADC" w:rsidRPr="00BC3837" w:rsidRDefault="001C2ADC" w:rsidP="00BC3837">
                  <w:pPr>
                    <w:jc w:val="center"/>
                    <w:rPr>
                      <w:sz w:val="18"/>
                      <w:szCs w:val="18"/>
                    </w:rPr>
                  </w:pPr>
                </w:p>
                <w:p w:rsidR="001C2ADC" w:rsidRPr="00DA158A" w:rsidRDefault="001C2ADC" w:rsidP="00BC3837">
                  <w:pPr>
                    <w:jc w:val="center"/>
                  </w:pPr>
                  <w:r>
                    <w:t>Percent</w:t>
                  </w:r>
                </w:p>
              </w:tc>
            </w:tr>
            <w:tr w:rsidR="001C2ADC">
              <w:tc>
                <w:tcPr>
                  <w:tcW w:w="10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C2ADC" w:rsidRDefault="001C2ADC" w:rsidP="00BC3837">
                  <w:pPr>
                    <w:jc w:val="center"/>
                  </w:pPr>
                </w:p>
                <w:p w:rsidR="001C2ADC" w:rsidRPr="00DA158A" w:rsidRDefault="001C2ADC" w:rsidP="00BC3837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23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C2ADC" w:rsidRPr="00BC3837" w:rsidRDefault="001C2ADC" w:rsidP="00BC3837">
                  <w:pPr>
                    <w:jc w:val="center"/>
                    <w:rPr>
                      <w:sz w:val="20"/>
                      <w:szCs w:val="20"/>
                      <w:vertAlign w:val="superscript"/>
                    </w:rPr>
                  </w:pPr>
                </w:p>
                <w:p w:rsidR="001C2ADC" w:rsidRPr="00BC3837" w:rsidRDefault="001C2ADC" w:rsidP="00BC3837">
                  <w:pPr>
                    <w:jc w:val="center"/>
                    <w:rPr>
                      <w:sz w:val="32"/>
                      <w:szCs w:val="32"/>
                      <w:vertAlign w:val="subscript"/>
                    </w:rPr>
                  </w:pPr>
                  <w:r w:rsidRPr="00BC3837">
                    <w:rPr>
                      <w:sz w:val="32"/>
                      <w:szCs w:val="32"/>
                      <w:vertAlign w:val="superscript"/>
                    </w:rPr>
                    <w:t>1</w:t>
                  </w:r>
                  <w:r w:rsidRPr="00BC3837">
                    <w:rPr>
                      <w:sz w:val="32"/>
                      <w:szCs w:val="32"/>
                    </w:rPr>
                    <w:t>/</w:t>
                  </w:r>
                  <w:r w:rsidRPr="00BC3837">
                    <w:rPr>
                      <w:sz w:val="32"/>
                      <w:szCs w:val="32"/>
                      <w:vertAlign w:val="subscript"/>
                    </w:rPr>
                    <w:t>4</w:t>
                  </w:r>
                </w:p>
                <w:p w:rsidR="001C2ADC" w:rsidRPr="00BC3837" w:rsidRDefault="001C2ADC" w:rsidP="00BC3837">
                  <w:pPr>
                    <w:jc w:val="center"/>
                    <w:rPr>
                      <w:sz w:val="20"/>
                      <w:szCs w:val="20"/>
                      <w:vertAlign w:val="subscript"/>
                    </w:rPr>
                  </w:pPr>
                </w:p>
              </w:tc>
              <w:tc>
                <w:tcPr>
                  <w:tcW w:w="23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C2ADC" w:rsidRPr="00BC3837" w:rsidRDefault="001C2ADC" w:rsidP="00E31757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C2ADC" w:rsidRPr="00BC3837" w:rsidRDefault="001C2ADC" w:rsidP="00E31757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1C2ADC">
              <w:tc>
                <w:tcPr>
                  <w:tcW w:w="10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C2ADC" w:rsidRDefault="001C2ADC" w:rsidP="00BC3837">
                  <w:pPr>
                    <w:jc w:val="center"/>
                  </w:pPr>
                </w:p>
                <w:p w:rsidR="001C2ADC" w:rsidRPr="00DA158A" w:rsidRDefault="001C2ADC" w:rsidP="00BC3837">
                  <w:pPr>
                    <w:jc w:val="center"/>
                  </w:pPr>
                  <w:r>
                    <w:t>14</w:t>
                  </w:r>
                </w:p>
              </w:tc>
              <w:tc>
                <w:tcPr>
                  <w:tcW w:w="23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C2ADC" w:rsidRPr="00BC3837" w:rsidRDefault="001C2ADC" w:rsidP="00E31757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C2ADC" w:rsidRPr="00BC3837" w:rsidRDefault="001C2ADC" w:rsidP="00E31757">
                  <w:pPr>
                    <w:rPr>
                      <w:sz w:val="28"/>
                      <w:szCs w:val="28"/>
                    </w:rPr>
                  </w:pPr>
                </w:p>
                <w:p w:rsidR="001C2ADC" w:rsidRPr="003E7F8B" w:rsidRDefault="001C2ADC" w:rsidP="00BC3837">
                  <w:pPr>
                    <w:jc w:val="center"/>
                  </w:pPr>
                  <w:r w:rsidRPr="003E7F8B">
                    <w:t>.8</w:t>
                  </w:r>
                </w:p>
                <w:p w:rsidR="001C2ADC" w:rsidRPr="00BC3837" w:rsidRDefault="001C2ADC" w:rsidP="00BC3837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C2ADC" w:rsidRPr="00BC3837" w:rsidRDefault="001C2ADC" w:rsidP="00E31757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1C2ADC">
              <w:tc>
                <w:tcPr>
                  <w:tcW w:w="10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C2ADC" w:rsidRDefault="001C2ADC" w:rsidP="00BC3837">
                  <w:pPr>
                    <w:jc w:val="center"/>
                  </w:pPr>
                </w:p>
                <w:p w:rsidR="001C2ADC" w:rsidRDefault="001C2ADC" w:rsidP="00BC3837">
                  <w:pPr>
                    <w:jc w:val="center"/>
                  </w:pPr>
                  <w:r>
                    <w:t>15</w:t>
                  </w:r>
                </w:p>
                <w:p w:rsidR="001C2ADC" w:rsidRPr="00DA158A" w:rsidRDefault="001C2ADC" w:rsidP="00BC3837">
                  <w:pPr>
                    <w:jc w:val="center"/>
                  </w:pPr>
                </w:p>
              </w:tc>
              <w:tc>
                <w:tcPr>
                  <w:tcW w:w="23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C2ADC" w:rsidRPr="00BC3837" w:rsidRDefault="001C2ADC" w:rsidP="00E31757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C2ADC" w:rsidRPr="00BC3837" w:rsidRDefault="001C2ADC" w:rsidP="00E31757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C2ADC" w:rsidRPr="00BC3837" w:rsidRDefault="001C2ADC" w:rsidP="00E31757">
                  <w:pPr>
                    <w:rPr>
                      <w:sz w:val="28"/>
                      <w:szCs w:val="28"/>
                    </w:rPr>
                  </w:pPr>
                </w:p>
                <w:p w:rsidR="001C2ADC" w:rsidRPr="003E7F8B" w:rsidRDefault="001C2ADC" w:rsidP="00BC3837">
                  <w:pPr>
                    <w:jc w:val="center"/>
                  </w:pPr>
                  <w:r>
                    <w:t>45%</w:t>
                  </w:r>
                </w:p>
              </w:tc>
            </w:tr>
            <w:tr w:rsidR="001C2ADC">
              <w:tc>
                <w:tcPr>
                  <w:tcW w:w="10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C2ADC" w:rsidRDefault="001C2ADC" w:rsidP="00BC3837">
                  <w:pPr>
                    <w:jc w:val="center"/>
                  </w:pPr>
                </w:p>
                <w:p w:rsidR="001C2ADC" w:rsidRDefault="001C2ADC" w:rsidP="00BC3837">
                  <w:pPr>
                    <w:jc w:val="center"/>
                  </w:pPr>
                  <w:r>
                    <w:t>16</w:t>
                  </w:r>
                </w:p>
                <w:p w:rsidR="001C2ADC" w:rsidRPr="00DA158A" w:rsidRDefault="001C2ADC" w:rsidP="00BC3837">
                  <w:pPr>
                    <w:jc w:val="center"/>
                  </w:pPr>
                </w:p>
              </w:tc>
              <w:tc>
                <w:tcPr>
                  <w:tcW w:w="23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C2ADC" w:rsidRPr="00BC3837" w:rsidRDefault="001C2ADC" w:rsidP="00E31757">
                  <w:pPr>
                    <w:rPr>
                      <w:sz w:val="28"/>
                      <w:szCs w:val="28"/>
                    </w:rPr>
                  </w:pPr>
                </w:p>
                <w:p w:rsidR="001C2ADC" w:rsidRPr="003E7F8B" w:rsidRDefault="001C2ADC" w:rsidP="00BC3837">
                  <w:pPr>
                    <w:jc w:val="center"/>
                  </w:pPr>
                  <w:r w:rsidRPr="00BC3837">
                    <w:rPr>
                      <w:sz w:val="36"/>
                      <w:szCs w:val="36"/>
                      <w:vertAlign w:val="superscript"/>
                    </w:rPr>
                    <w:t>3</w:t>
                  </w:r>
                  <w:r w:rsidRPr="00BC3837">
                    <w:rPr>
                      <w:sz w:val="36"/>
                      <w:szCs w:val="36"/>
                    </w:rPr>
                    <w:t>/</w:t>
                  </w:r>
                  <w:r w:rsidRPr="00BC3837">
                    <w:rPr>
                      <w:sz w:val="36"/>
                      <w:szCs w:val="36"/>
                      <w:vertAlign w:val="subscript"/>
                    </w:rPr>
                    <w:t>7</w:t>
                  </w:r>
                </w:p>
              </w:tc>
              <w:tc>
                <w:tcPr>
                  <w:tcW w:w="23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C2ADC" w:rsidRPr="00BC3837" w:rsidRDefault="001C2ADC" w:rsidP="00E31757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C2ADC" w:rsidRPr="00BC3837" w:rsidRDefault="001C2ADC" w:rsidP="00E31757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1C2ADC" w:rsidRDefault="001C2ADC" w:rsidP="00E31757">
            <w:pPr>
              <w:rPr>
                <w:sz w:val="28"/>
                <w:szCs w:val="28"/>
              </w:rPr>
            </w:pPr>
          </w:p>
          <w:p w:rsidR="001C2ADC" w:rsidRDefault="001C2ADC" w:rsidP="00E31757">
            <w:pPr>
              <w:rPr>
                <w:sz w:val="28"/>
                <w:szCs w:val="28"/>
              </w:rPr>
            </w:pPr>
          </w:p>
          <w:p w:rsidR="001C2ADC" w:rsidRDefault="001C2ADC" w:rsidP="00E31757">
            <w:pPr>
              <w:rPr>
                <w:sz w:val="28"/>
                <w:szCs w:val="28"/>
              </w:rPr>
            </w:pPr>
          </w:p>
          <w:p w:rsidR="001C2ADC" w:rsidRDefault="001C2ADC" w:rsidP="00E31757">
            <w:pPr>
              <w:rPr>
                <w:sz w:val="28"/>
                <w:szCs w:val="28"/>
              </w:rPr>
            </w:pPr>
          </w:p>
          <w:p w:rsidR="001C2ADC" w:rsidRPr="00DA158A" w:rsidRDefault="001C2ADC" w:rsidP="00E31757">
            <w:pPr>
              <w:rPr>
                <w:sz w:val="28"/>
                <w:szCs w:val="28"/>
              </w:rPr>
            </w:pPr>
          </w:p>
        </w:tc>
      </w:tr>
      <w:tr w:rsidR="001C2ADC">
        <w:tc>
          <w:tcPr>
            <w:tcW w:w="9696" w:type="dxa"/>
          </w:tcPr>
          <w:p w:rsidR="001C2ADC" w:rsidRPr="007D433B" w:rsidRDefault="001C2ADC" w:rsidP="00E31757"/>
          <w:p w:rsidR="001C2ADC" w:rsidRDefault="001C2ADC" w:rsidP="00E31757">
            <w:pPr>
              <w:rPr>
                <w:rFonts w:ascii="TimesNewRomanPSMT" w:hAnsi="TimesNewRomanPSMT" w:cs="TimesNewRomanPSMT"/>
                <w:b/>
                <w:bCs/>
              </w:rPr>
            </w:pPr>
            <w:r>
              <w:rPr>
                <w:noProof/>
              </w:rPr>
              <w:pict>
                <v:group id="_x0000_s1027" style="position:absolute;margin-left:8.35pt;margin-top:8.8pt;width:263.05pt;height:34pt;z-index:251649536" coordorigin="807,5296" coordsize="5261,680">
                  <v:line id="_x0000_s1028" style="position:absolute" from="933,5534" to="6048,5534" strokeweight="1pt">
                    <v:stroke startarrow="block" endarrow="block"/>
                  </v:line>
                  <v:group id="_x0000_s1029" style="position:absolute;left:807;top:5296;width:5261;height:680" coordorigin="807,3211" coordsize="5261,680">
                    <v:shape id="_x0000_s1030" type="#_x0000_t202" style="position:absolute;left:947;top:3211;width:5115;height:465" filled="f" stroked="f">
                      <v:textbox style="mso-next-textbox:#_x0000_s1030">
                        <w:txbxContent>
                          <w:p w:rsidR="001C2ADC" w:rsidRDefault="001C2ADC" w:rsidP="00366850">
                            <w:pPr>
                              <w:tabs>
                                <w:tab w:val="left" w:pos="360"/>
                                <w:tab w:val="left" w:pos="720"/>
                                <w:tab w:val="left" w:pos="1080"/>
                                <w:tab w:val="left" w:pos="1440"/>
                                <w:tab w:val="left" w:pos="1800"/>
                                <w:tab w:val="left" w:pos="2160"/>
                                <w:tab w:val="left" w:pos="2520"/>
                                <w:tab w:val="left" w:pos="2880"/>
                                <w:tab w:val="left" w:pos="3240"/>
                                <w:tab w:val="left" w:pos="3600"/>
                                <w:tab w:val="left" w:pos="3960"/>
                                <w:tab w:val="left" w:pos="4320"/>
                                <w:tab w:val="left" w:pos="4680"/>
                              </w:tabs>
                            </w:pPr>
                            <w:r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</w:p>
                        </w:txbxContent>
                      </v:textbox>
                    </v:shape>
                    <v:shape id="_x0000_s1031" type="#_x0000_t202" style="position:absolute;left:3068;top:3484;width:3000;height:390" filled="f" stroked="f">
                      <v:textbox style="mso-next-textbox:#_x0000_s1031">
                        <w:txbxContent>
                          <w:p w:rsidR="001C2ADC" w:rsidRDefault="001C2ADC" w:rsidP="00366850">
                            <w:pPr>
                              <w:tabs>
                                <w:tab w:val="left" w:pos="360"/>
                                <w:tab w:val="left" w:pos="720"/>
                                <w:tab w:val="left" w:pos="1080"/>
                                <w:tab w:val="left" w:pos="1440"/>
                                <w:tab w:val="left" w:pos="1800"/>
                                <w:tab w:val="left" w:pos="2160"/>
                                <w:tab w:val="left" w:pos="2520"/>
                                <w:tab w:val="left" w:pos="2880"/>
                                <w:tab w:val="left" w:pos="3240"/>
                                <w:tab w:val="left" w:pos="3600"/>
                                <w:tab w:val="left" w:pos="3960"/>
                                <w:tab w:val="left" w:pos="4320"/>
                                <w:tab w:val="left" w:pos="4680"/>
                              </w:tabs>
                            </w:pPr>
                            <w:r>
                              <w:t>0</w:t>
                            </w:r>
                            <w:r>
                              <w:tab/>
                              <w:t>1</w:t>
                            </w:r>
                            <w:r>
                              <w:tab/>
                              <w:t>2</w:t>
                            </w:r>
                            <w:r>
                              <w:tab/>
                              <w:t>3</w:t>
                            </w:r>
                            <w:r>
                              <w:tab/>
                              <w:t>4</w:t>
                            </w:r>
                            <w:r>
                              <w:tab/>
                              <w:t>5</w:t>
                            </w:r>
                            <w:r>
                              <w:tab/>
                              <w:t>6</w:t>
                            </w:r>
                            <w:r>
                              <w:tab/>
                              <w:t>7</w:t>
                            </w:r>
                          </w:p>
                        </w:txbxContent>
                      </v:textbox>
                    </v:shape>
                    <v:shape id="_x0000_s1032" type="#_x0000_t202" style="position:absolute;left:807;top:3501;width:3000;height:390" filled="f" stroked="f">
                      <v:textbox style="mso-next-textbox:#_x0000_s1032">
                        <w:txbxContent>
                          <w:p w:rsidR="001C2ADC" w:rsidRDefault="001C2ADC" w:rsidP="00366850">
                            <w:pPr>
                              <w:tabs>
                                <w:tab w:val="left" w:pos="360"/>
                                <w:tab w:val="left" w:pos="720"/>
                                <w:tab w:val="left" w:pos="1080"/>
                                <w:tab w:val="left" w:pos="1440"/>
                                <w:tab w:val="left" w:pos="1800"/>
                                <w:tab w:val="left" w:pos="2160"/>
                                <w:tab w:val="left" w:pos="2520"/>
                                <w:tab w:val="left" w:pos="2880"/>
                                <w:tab w:val="left" w:pos="3240"/>
                                <w:tab w:val="left" w:pos="3600"/>
                                <w:tab w:val="left" w:pos="3960"/>
                                <w:tab w:val="left" w:pos="4320"/>
                                <w:tab w:val="left" w:pos="4680"/>
                              </w:tabs>
                            </w:pPr>
                            <w:r>
                              <w:t xml:space="preserve">–6 </w:t>
                            </w:r>
                            <w:r>
                              <w:tab/>
                              <w:t>–5</w:t>
                            </w:r>
                            <w:r>
                              <w:tab/>
                              <w:t>–4</w:t>
                            </w:r>
                            <w:r>
                              <w:tab/>
                              <w:t>–3</w:t>
                            </w:r>
                            <w:r>
                              <w:tab/>
                              <w:t>–2</w:t>
                            </w:r>
                            <w:r>
                              <w:tab/>
                              <w:t>–1</w:t>
                            </w:r>
                          </w:p>
                        </w:txbxContent>
                      </v:textbox>
                    </v:shape>
                  </v:group>
                </v:group>
              </w:pict>
            </w:r>
            <w:r>
              <w:rPr>
                <w:rFonts w:ascii="TimesNewRomanPSMT" w:hAnsi="TimesNewRomanPSMT" w:cs="TimesNewRomanPSMT"/>
                <w:b/>
                <w:bCs/>
              </w:rPr>
              <w:t xml:space="preserve">                           B</w:t>
            </w:r>
          </w:p>
          <w:p w:rsidR="001C2ADC" w:rsidRDefault="001C2ADC" w:rsidP="00366850">
            <w:r>
              <w:rPr>
                <w:noProof/>
              </w:rPr>
              <w:pict>
                <v:oval id="_x0000_s1033" style="position:absolute;margin-left:78.95pt;margin-top:1.45pt;width:9pt;height:9pt;z-index:251650560" fillcolor="black"/>
              </w:pict>
            </w:r>
            <w:r>
              <w:t xml:space="preserve">17) </w:t>
            </w:r>
          </w:p>
          <w:p w:rsidR="001C2ADC" w:rsidRDefault="001C2ADC" w:rsidP="00366850"/>
          <w:p w:rsidR="001C2ADC" w:rsidRPr="00090657" w:rsidRDefault="001C2ADC" w:rsidP="00577DF4">
            <w:pPr>
              <w:tabs>
                <w:tab w:val="left" w:pos="3449"/>
              </w:tabs>
              <w:rPr>
                <w:sz w:val="6"/>
                <w:szCs w:val="6"/>
              </w:rPr>
            </w:pPr>
            <w:r>
              <w:rPr>
                <w:sz w:val="6"/>
                <w:szCs w:val="6"/>
              </w:rPr>
              <w:tab/>
            </w:r>
          </w:p>
          <w:p w:rsidR="001C2ADC" w:rsidRDefault="001C2ADC" w:rsidP="00366850">
            <w:r w:rsidRPr="00366850">
              <w:t>What is the best estimate of coordinate B?</w:t>
            </w:r>
          </w:p>
          <w:p w:rsidR="001C2ADC" w:rsidRPr="00366850" w:rsidRDefault="001C2ADC" w:rsidP="00366850">
            <w:pPr>
              <w:rPr>
                <w:sz w:val="8"/>
                <w:szCs w:val="8"/>
              </w:rPr>
            </w:pPr>
          </w:p>
          <w:p w:rsidR="001C2ADC" w:rsidRPr="00366850" w:rsidRDefault="001C2ADC" w:rsidP="00347C0D">
            <w:pPr>
              <w:rPr>
                <w:rFonts w:ascii="Arial" w:hAnsi="Arial" w:cs="Arial"/>
                <w:sz w:val="20"/>
                <w:szCs w:val="20"/>
              </w:rPr>
            </w:pPr>
            <w:r w:rsidRPr="00366850">
              <w:rPr>
                <w:rFonts w:ascii="Arial" w:hAnsi="Arial" w:cs="Arial"/>
                <w:sz w:val="20"/>
                <w:szCs w:val="20"/>
              </w:rPr>
              <w:t xml:space="preserve">A. -3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Pr="0036685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B. 3        </w:t>
            </w:r>
            <w:r w:rsidRPr="00366850">
              <w:rPr>
                <w:rFonts w:ascii="Arial" w:hAnsi="Arial" w:cs="Arial"/>
                <w:sz w:val="20"/>
                <w:szCs w:val="20"/>
              </w:rPr>
              <w:t xml:space="preserve">    C. -2.75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Pr="00366850">
              <w:rPr>
                <w:rFonts w:ascii="Arial" w:hAnsi="Arial" w:cs="Arial"/>
                <w:sz w:val="20"/>
                <w:szCs w:val="20"/>
              </w:rPr>
              <w:t>D. -2</w:t>
            </w:r>
          </w:p>
          <w:p w:rsidR="001C2ADC" w:rsidRPr="00347C0D" w:rsidRDefault="001C2ADC" w:rsidP="00366850">
            <w:pPr>
              <w:rPr>
                <w:rFonts w:ascii="Arial" w:hAnsi="Arial" w:cs="Arial"/>
                <w:sz w:val="2"/>
                <w:szCs w:val="2"/>
              </w:rPr>
            </w:pPr>
          </w:p>
          <w:p w:rsidR="001C2ADC" w:rsidRPr="007056CD" w:rsidRDefault="001C2ADC" w:rsidP="00366850">
            <w:pPr>
              <w:rPr>
                <w:rFonts w:ascii="Arial" w:hAnsi="Arial" w:cs="Arial"/>
                <w:sz w:val="8"/>
                <w:szCs w:val="8"/>
              </w:rPr>
            </w:pPr>
          </w:p>
          <w:p w:rsidR="001C2ADC" w:rsidRDefault="001C2ADC" w:rsidP="00366850"/>
          <w:p w:rsidR="001C2ADC" w:rsidRDefault="001C2ADC" w:rsidP="00366850">
            <w:pPr>
              <w:rPr>
                <w:rFonts w:ascii="Arial" w:hAnsi="Arial" w:cs="Arial"/>
              </w:rPr>
            </w:pPr>
            <w:r>
              <w:rPr>
                <w:noProof/>
              </w:rPr>
              <w:pict>
                <v:group id="_x0000_s1034" style="position:absolute;margin-left:5.2pt;margin-top:10.85pt;width:263.05pt;height:34pt;z-index:251651584" coordorigin="807,5296" coordsize="5261,680">
                  <v:line id="_x0000_s1035" style="position:absolute" from="933,5534" to="6048,5534" strokeweight="1pt">
                    <v:stroke startarrow="block" endarrow="block"/>
                  </v:line>
                  <v:group id="_x0000_s1036" style="position:absolute;left:807;top:5296;width:5261;height:680" coordorigin="807,3211" coordsize="5261,680">
                    <v:shape id="_x0000_s1037" type="#_x0000_t202" style="position:absolute;left:947;top:3211;width:5115;height:465" filled="f" stroked="f">
                      <v:textbox style="mso-next-textbox:#_x0000_s1037">
                        <w:txbxContent>
                          <w:p w:rsidR="001C2ADC" w:rsidRDefault="001C2ADC" w:rsidP="00366850">
                            <w:pPr>
                              <w:tabs>
                                <w:tab w:val="left" w:pos="360"/>
                                <w:tab w:val="left" w:pos="720"/>
                                <w:tab w:val="left" w:pos="1080"/>
                                <w:tab w:val="left" w:pos="1440"/>
                                <w:tab w:val="left" w:pos="1800"/>
                                <w:tab w:val="left" w:pos="2160"/>
                                <w:tab w:val="left" w:pos="2520"/>
                                <w:tab w:val="left" w:pos="2880"/>
                                <w:tab w:val="left" w:pos="3240"/>
                                <w:tab w:val="left" w:pos="3600"/>
                                <w:tab w:val="left" w:pos="3960"/>
                                <w:tab w:val="left" w:pos="4320"/>
                                <w:tab w:val="left" w:pos="4680"/>
                              </w:tabs>
                            </w:pPr>
                            <w:r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</w:p>
                        </w:txbxContent>
                      </v:textbox>
                    </v:shape>
                    <v:shape id="_x0000_s1038" type="#_x0000_t202" style="position:absolute;left:3068;top:3484;width:3000;height:390" filled="f" stroked="f">
                      <v:textbox style="mso-next-textbox:#_x0000_s1038">
                        <w:txbxContent>
                          <w:p w:rsidR="001C2ADC" w:rsidRDefault="001C2ADC" w:rsidP="00366850">
                            <w:pPr>
                              <w:tabs>
                                <w:tab w:val="left" w:pos="360"/>
                                <w:tab w:val="left" w:pos="720"/>
                                <w:tab w:val="left" w:pos="1080"/>
                                <w:tab w:val="left" w:pos="1440"/>
                                <w:tab w:val="left" w:pos="1800"/>
                                <w:tab w:val="left" w:pos="2160"/>
                                <w:tab w:val="left" w:pos="2520"/>
                                <w:tab w:val="left" w:pos="2880"/>
                                <w:tab w:val="left" w:pos="3240"/>
                                <w:tab w:val="left" w:pos="3600"/>
                                <w:tab w:val="left" w:pos="3960"/>
                                <w:tab w:val="left" w:pos="4320"/>
                                <w:tab w:val="left" w:pos="4680"/>
                              </w:tabs>
                            </w:pPr>
                            <w:r>
                              <w:t>0</w:t>
                            </w:r>
                            <w:r>
                              <w:tab/>
                              <w:t>1</w:t>
                            </w:r>
                            <w:r>
                              <w:tab/>
                              <w:t>2</w:t>
                            </w:r>
                            <w:r>
                              <w:tab/>
                              <w:t>3</w:t>
                            </w:r>
                            <w:r>
                              <w:tab/>
                              <w:t>4</w:t>
                            </w:r>
                            <w:r>
                              <w:tab/>
                              <w:t>5</w:t>
                            </w:r>
                            <w:r>
                              <w:tab/>
                              <w:t>6</w:t>
                            </w:r>
                            <w:r>
                              <w:tab/>
                              <w:t>7</w:t>
                            </w:r>
                          </w:p>
                        </w:txbxContent>
                      </v:textbox>
                    </v:shape>
                    <v:shape id="_x0000_s1039" type="#_x0000_t202" style="position:absolute;left:807;top:3501;width:3000;height:390" filled="f" stroked="f">
                      <v:textbox style="mso-next-textbox:#_x0000_s1039">
                        <w:txbxContent>
                          <w:p w:rsidR="001C2ADC" w:rsidRDefault="001C2ADC" w:rsidP="00366850">
                            <w:pPr>
                              <w:tabs>
                                <w:tab w:val="left" w:pos="360"/>
                                <w:tab w:val="left" w:pos="720"/>
                                <w:tab w:val="left" w:pos="1080"/>
                                <w:tab w:val="left" w:pos="1440"/>
                                <w:tab w:val="left" w:pos="1800"/>
                                <w:tab w:val="left" w:pos="2160"/>
                                <w:tab w:val="left" w:pos="2520"/>
                                <w:tab w:val="left" w:pos="2880"/>
                                <w:tab w:val="left" w:pos="3240"/>
                                <w:tab w:val="left" w:pos="3600"/>
                                <w:tab w:val="left" w:pos="3960"/>
                                <w:tab w:val="left" w:pos="4320"/>
                                <w:tab w:val="left" w:pos="4680"/>
                              </w:tabs>
                            </w:pPr>
                            <w:r>
                              <w:t xml:space="preserve">–6 </w:t>
                            </w:r>
                            <w:r>
                              <w:tab/>
                              <w:t>–5</w:t>
                            </w:r>
                            <w:r>
                              <w:tab/>
                              <w:t>–4</w:t>
                            </w:r>
                            <w:r>
                              <w:tab/>
                              <w:t>–3</w:t>
                            </w:r>
                            <w:r>
                              <w:tab/>
                              <w:t>–2</w:t>
                            </w:r>
                            <w:r>
                              <w:tab/>
                              <w:t>–1</w:t>
                            </w:r>
                          </w:p>
                        </w:txbxContent>
                      </v:textbox>
                    </v:shape>
                  </v:group>
                </v:group>
              </w:pict>
            </w:r>
            <w:r>
              <w:rPr>
                <w:rFonts w:ascii="Arial" w:hAnsi="Arial" w:cs="Arial"/>
              </w:rPr>
              <w:t xml:space="preserve">                              S  M</w:t>
            </w:r>
            <w:r>
              <w:rPr>
                <w:rFonts w:ascii="Arial" w:hAnsi="Arial" w:cs="Arial"/>
              </w:rPr>
              <w:tab/>
              <w:t xml:space="preserve">            D</w:t>
            </w:r>
          </w:p>
          <w:p w:rsidR="001C2ADC" w:rsidRDefault="001C2ADC" w:rsidP="00D105FF">
            <w:pPr>
              <w:autoSpaceDE w:val="0"/>
              <w:autoSpaceDN w:val="0"/>
              <w:adjustRightInd w:val="0"/>
              <w:ind w:left="-90"/>
              <w:rPr>
                <w:rFonts w:ascii="Arial" w:hAnsi="Arial" w:cs="Arial"/>
              </w:rPr>
            </w:pPr>
            <w:r>
              <w:rPr>
                <w:noProof/>
              </w:rPr>
              <w:pict>
                <v:oval id="_x0000_s1040" style="position:absolute;left:0;text-align:left;margin-left:182.55pt;margin-top:4.25pt;width:9pt;height:9pt;z-index:251654656" fillcolor="black"/>
              </w:pict>
            </w:r>
            <w:r>
              <w:rPr>
                <w:noProof/>
              </w:rPr>
              <w:pict>
                <v:oval id="_x0000_s1041" style="position:absolute;left:0;text-align:left;margin-left:99.1pt;margin-top:5.75pt;width:9pt;height:9pt;z-index:251652608" fillcolor="black"/>
              </w:pict>
            </w:r>
            <w:r>
              <w:rPr>
                <w:noProof/>
              </w:rPr>
              <w:pict>
                <v:oval id="_x0000_s1042" style="position:absolute;left:0;text-align:left;margin-left:113.2pt;margin-top:6.05pt;width:9pt;height:9pt;z-index:251653632" fillcolor="black"/>
              </w:pict>
            </w:r>
            <w:r>
              <w:rPr>
                <w:rFonts w:ascii="Arial" w:hAnsi="Arial" w:cs="Arial"/>
                <w:sz w:val="22"/>
                <w:szCs w:val="22"/>
              </w:rPr>
              <w:t>18</w:t>
            </w:r>
            <w:r>
              <w:rPr>
                <w:rFonts w:ascii="Arial" w:hAnsi="Arial" w:cs="Arial"/>
              </w:rPr>
              <w:t>)</w:t>
            </w:r>
          </w:p>
          <w:p w:rsidR="001C2ADC" w:rsidRDefault="001C2ADC" w:rsidP="0036685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1C2ADC" w:rsidRPr="00090657" w:rsidRDefault="001C2ADC" w:rsidP="00366850">
            <w:pPr>
              <w:rPr>
                <w:sz w:val="6"/>
                <w:szCs w:val="6"/>
              </w:rPr>
            </w:pPr>
          </w:p>
          <w:p w:rsidR="001C2ADC" w:rsidRDefault="001C2ADC" w:rsidP="00366850">
            <w:r>
              <w:t>What point represents 3.25?</w:t>
            </w:r>
          </w:p>
          <w:p w:rsidR="001C2ADC" w:rsidRPr="007056CD" w:rsidRDefault="001C2ADC" w:rsidP="00366850">
            <w:pPr>
              <w:rPr>
                <w:sz w:val="14"/>
                <w:szCs w:val="14"/>
              </w:rPr>
            </w:pPr>
          </w:p>
          <w:p w:rsidR="001C2ADC" w:rsidRDefault="001C2ADC" w:rsidP="00366850">
            <w:r>
              <w:t>A. Point M           B. Point D        C. Point S    D. None of the above</w:t>
            </w:r>
          </w:p>
          <w:p w:rsidR="001C2ADC" w:rsidRPr="003A7194" w:rsidRDefault="001C2ADC" w:rsidP="00366850">
            <w:pPr>
              <w:rPr>
                <w:sz w:val="8"/>
                <w:szCs w:val="8"/>
              </w:rPr>
            </w:pPr>
          </w:p>
          <w:p w:rsidR="001C2ADC" w:rsidRPr="007056CD" w:rsidRDefault="001C2ADC" w:rsidP="00366850">
            <w:pPr>
              <w:rPr>
                <w:sz w:val="6"/>
                <w:szCs w:val="6"/>
              </w:rPr>
            </w:pPr>
          </w:p>
          <w:p w:rsidR="001C2ADC" w:rsidRDefault="001C2ADC" w:rsidP="00366850"/>
          <w:p w:rsidR="001C2ADC" w:rsidRDefault="001C2ADC" w:rsidP="003A7194">
            <w:pPr>
              <w:autoSpaceDE w:val="0"/>
              <w:autoSpaceDN w:val="0"/>
              <w:adjustRightInd w:val="0"/>
              <w:rPr>
                <w:rFonts w:ascii="Frutiger-Roman" w:hAnsi="Frutiger-Roman" w:cs="Frutiger-Roman"/>
                <w:sz w:val="22"/>
                <w:szCs w:val="22"/>
              </w:rPr>
            </w:pPr>
            <w:r>
              <w:rPr>
                <w:rFonts w:ascii="Frutiger-Roman" w:hAnsi="Frutiger-Roman" w:cs="Frutiger-Roman"/>
                <w:sz w:val="22"/>
                <w:szCs w:val="22"/>
              </w:rPr>
              <w:t xml:space="preserve">19) Which point on the number line is closest to </w:t>
            </w:r>
            <w:r>
              <w:rPr>
                <w:rFonts w:ascii="EuclidSymbol-Bold" w:eastAsia="EuclidSymbol-Bold" w:hAnsi="Frutiger-Roman" w:cs="EuclidSymbol-Bold" w:hint="eastAsia"/>
                <w:b/>
                <w:bCs/>
                <w:sz w:val="22"/>
                <w:szCs w:val="22"/>
              </w:rPr>
              <w:t>−</w:t>
            </w:r>
            <w:r>
              <w:rPr>
                <w:rFonts w:ascii="Frutiger-Roman" w:hAnsi="Frutiger-Roman" w:cs="Frutiger-Roman"/>
                <w:sz w:val="22"/>
                <w:szCs w:val="22"/>
              </w:rPr>
              <w:t xml:space="preserve">2 </w:t>
            </w:r>
            <w:r w:rsidRPr="007D433B">
              <w:rPr>
                <w:rFonts w:ascii="Frutiger-Roman" w:hAnsi="Frutiger-Roman" w:cs="Frutiger-Roman"/>
                <w:sz w:val="30"/>
                <w:szCs w:val="30"/>
                <w:vertAlign w:val="superscript"/>
              </w:rPr>
              <w:t>7</w:t>
            </w:r>
            <w:r w:rsidRPr="007D433B">
              <w:rPr>
                <w:rFonts w:ascii="Frutiger-Roman" w:hAnsi="Frutiger-Roman" w:cs="Frutiger-Roman"/>
                <w:sz w:val="30"/>
                <w:szCs w:val="30"/>
              </w:rPr>
              <w:t>/</w:t>
            </w:r>
            <w:r w:rsidRPr="007D433B">
              <w:rPr>
                <w:rFonts w:ascii="Frutiger-Roman" w:hAnsi="Frutiger-Roman" w:cs="Frutiger-Roman"/>
                <w:sz w:val="30"/>
                <w:szCs w:val="30"/>
                <w:vertAlign w:val="subscript"/>
              </w:rPr>
              <w:t>16</w:t>
            </w:r>
            <w:r>
              <w:rPr>
                <w:rFonts w:ascii="Frutiger-Roman" w:hAnsi="Frutiger-Roman" w:cs="Frutiger-Roman"/>
                <w:sz w:val="22"/>
                <w:szCs w:val="22"/>
              </w:rPr>
              <w:t>?</w:t>
            </w:r>
          </w:p>
          <w:p w:rsidR="001C2ADC" w:rsidRDefault="001C2ADC" w:rsidP="003A7194">
            <w:pPr>
              <w:autoSpaceDE w:val="0"/>
              <w:autoSpaceDN w:val="0"/>
              <w:adjustRightInd w:val="0"/>
              <w:rPr>
                <w:rFonts w:ascii="Frutiger-Roman" w:hAnsi="Frutiger-Roman" w:cs="Frutiger-Roman"/>
                <w:sz w:val="22"/>
                <w:szCs w:val="22"/>
              </w:rPr>
            </w:pPr>
            <w:r>
              <w:rPr>
                <w:rFonts w:ascii="Frutiger-Roman" w:hAnsi="Frutiger-Roman" w:cs="Frutiger-Roman"/>
                <w:sz w:val="22"/>
                <w:szCs w:val="22"/>
              </w:rPr>
              <w:t xml:space="preserve">                 A      B                            C  D</w:t>
            </w:r>
          </w:p>
          <w:p w:rsidR="001C2ADC" w:rsidRDefault="001C2ADC" w:rsidP="003A7194">
            <w:pPr>
              <w:autoSpaceDE w:val="0"/>
              <w:autoSpaceDN w:val="0"/>
              <w:adjustRightInd w:val="0"/>
              <w:rPr>
                <w:rFonts w:ascii="Frutiger-Roman" w:hAnsi="Frutiger-Roman" w:cs="Frutiger-Roman"/>
                <w:sz w:val="22"/>
                <w:szCs w:val="22"/>
              </w:rPr>
            </w:pPr>
            <w:r>
              <w:rPr>
                <w:noProof/>
              </w:rPr>
              <w:pict>
                <v:oval id="_x0000_s1043" style="position:absolute;margin-left:182.25pt;margin-top:8.35pt;width:9pt;height:9pt;z-index:251658752" fillcolor="black"/>
              </w:pict>
            </w:r>
            <w:r>
              <w:rPr>
                <w:noProof/>
              </w:rPr>
              <w:pict>
                <v:oval id="_x0000_s1044" style="position:absolute;margin-left:169.95pt;margin-top:8pt;width:9pt;height:9pt;z-index:251657728" fillcolor="black"/>
              </w:pict>
            </w:r>
            <w:r>
              <w:rPr>
                <w:noProof/>
              </w:rPr>
              <w:pict>
                <v:oval id="_x0000_s1045" style="position:absolute;margin-left:75.6pt;margin-top:7.3pt;width:9pt;height:9pt;z-index:251656704" fillcolor="black"/>
              </w:pict>
            </w:r>
            <w:r>
              <w:rPr>
                <w:noProof/>
              </w:rPr>
              <w:pict>
                <v:oval id="_x0000_s1046" style="position:absolute;margin-left:49.6pt;margin-top:7.2pt;width:9pt;height:9pt;z-index:251655680" fillcolor="black"/>
              </w:pict>
            </w:r>
            <w:r>
              <w:rPr>
                <w:noProof/>
              </w:rPr>
              <w:pict>
                <v:group id="_x0000_s1047" style="position:absolute;margin-left:15.35pt;margin-top:6pt;width:203.8pt;height:11.5pt;z-index:251648512" coordorigin="1921,5378" coordsize="2704,231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48" type="#_x0000_t32" style="position:absolute;left:1921;top:5490;width:2704;height:0" o:connectortype="straight">
                    <v:stroke startarrow="block" endarrow="block"/>
                  </v:shape>
                  <v:shape id="_x0000_s1049" type="#_x0000_t32" style="position:absolute;left:3232;top:5386;width:0;height:210" o:connectortype="straight"/>
                  <v:shape id="_x0000_s1050" type="#_x0000_t32" style="position:absolute;left:3550;top:5379;width:0;height:210" o:connectortype="straight"/>
                  <v:shape id="_x0000_s1051" type="#_x0000_t32" style="position:absolute;left:3881;top:5385;width:0;height:210" o:connectortype="straight"/>
                  <v:shape id="_x0000_s1052" type="#_x0000_t32" style="position:absolute;left:4199;top:5378;width:0;height:210" o:connectortype="straight"/>
                  <v:shape id="_x0000_s1053" type="#_x0000_t32" style="position:absolute;left:2931;top:5397;width:0;height:210" o:connectortype="straight"/>
                  <v:shape id="_x0000_s1054" type="#_x0000_t32" style="position:absolute;left:2608;top:5399;width:0;height:210" o:connectortype="straight"/>
                  <v:shape id="_x0000_s1055" type="#_x0000_t32" style="position:absolute;left:2263;top:5392;width:0;height:210" o:connectortype="straight"/>
                </v:group>
              </w:pict>
            </w:r>
          </w:p>
          <w:p w:rsidR="001C2ADC" w:rsidRPr="003A7194" w:rsidRDefault="001C2ADC" w:rsidP="003A7194">
            <w:pPr>
              <w:autoSpaceDE w:val="0"/>
              <w:autoSpaceDN w:val="0"/>
              <w:adjustRightInd w:val="0"/>
              <w:rPr>
                <w:rFonts w:ascii="Frutiger-Roman" w:hAnsi="Frutiger-Roman" w:cs="Frutiger-Roman"/>
                <w:sz w:val="10"/>
                <w:szCs w:val="10"/>
              </w:rPr>
            </w:pPr>
          </w:p>
          <w:p w:rsidR="001C2ADC" w:rsidRDefault="001C2ADC" w:rsidP="003A7194">
            <w:pPr>
              <w:autoSpaceDE w:val="0"/>
              <w:autoSpaceDN w:val="0"/>
              <w:adjustRightInd w:val="0"/>
              <w:rPr>
                <w:rFonts w:ascii="Frutiger-Roman" w:hAnsi="Frutiger-Roman" w:cs="Frutiger-Roman"/>
                <w:sz w:val="22"/>
                <w:szCs w:val="22"/>
              </w:rPr>
            </w:pPr>
            <w:r>
              <w:rPr>
                <w:rFonts w:ascii="Frutiger-Roman" w:hAnsi="Frutiger-Roman" w:cs="Frutiger-Roman"/>
                <w:sz w:val="22"/>
                <w:szCs w:val="22"/>
              </w:rPr>
              <w:t xml:space="preserve">           -3      -2     -1     0      1      2      3</w:t>
            </w:r>
          </w:p>
          <w:p w:rsidR="001C2ADC" w:rsidRPr="003A7194" w:rsidRDefault="001C2ADC" w:rsidP="003A7194">
            <w:pPr>
              <w:autoSpaceDE w:val="0"/>
              <w:autoSpaceDN w:val="0"/>
              <w:adjustRightInd w:val="0"/>
              <w:rPr>
                <w:rFonts w:ascii="LucidaSans-Bold" w:hAnsi="LucidaSans-Bold" w:cs="LucidaSans-Bold"/>
                <w:b/>
                <w:bCs/>
                <w:sz w:val="14"/>
                <w:szCs w:val="14"/>
              </w:rPr>
            </w:pPr>
          </w:p>
          <w:p w:rsidR="001C2ADC" w:rsidRDefault="001C2ADC" w:rsidP="00347C0D">
            <w:pPr>
              <w:autoSpaceDE w:val="0"/>
              <w:autoSpaceDN w:val="0"/>
              <w:adjustRightInd w:val="0"/>
              <w:rPr>
                <w:rFonts w:ascii="Frutiger-Light" w:hAnsi="Frutiger-Light" w:cs="Frutiger-Light"/>
                <w:sz w:val="22"/>
                <w:szCs w:val="22"/>
              </w:rPr>
            </w:pPr>
            <w:r>
              <w:rPr>
                <w:rFonts w:ascii="LucidaSans-Bold" w:hAnsi="LucidaSans-Bold" w:cs="LucidaSans-Bold"/>
                <w:b/>
                <w:bCs/>
              </w:rPr>
              <w:t xml:space="preserve">A </w:t>
            </w:r>
            <w:r>
              <w:rPr>
                <w:rFonts w:ascii="Frutiger-Light" w:hAnsi="Frutiger-Light" w:cs="Frutiger-Light"/>
                <w:sz w:val="22"/>
                <w:szCs w:val="22"/>
              </w:rPr>
              <w:t xml:space="preserve">Point A         </w:t>
            </w:r>
            <w:r>
              <w:rPr>
                <w:rFonts w:ascii="LucidaSans-Bold" w:hAnsi="LucidaSans-Bold" w:cs="LucidaSans-Bold"/>
                <w:b/>
                <w:bCs/>
              </w:rPr>
              <w:t xml:space="preserve">B </w:t>
            </w:r>
            <w:r>
              <w:rPr>
                <w:rFonts w:ascii="Frutiger-Light" w:hAnsi="Frutiger-Light" w:cs="Frutiger-Light"/>
                <w:sz w:val="22"/>
                <w:szCs w:val="22"/>
              </w:rPr>
              <w:t xml:space="preserve">Point B         </w:t>
            </w:r>
            <w:r>
              <w:rPr>
                <w:rFonts w:ascii="LucidaSans-Bold" w:hAnsi="LucidaSans-Bold" w:cs="LucidaSans-Bold"/>
                <w:b/>
                <w:bCs/>
              </w:rPr>
              <w:t xml:space="preserve">C </w:t>
            </w:r>
            <w:r>
              <w:rPr>
                <w:rFonts w:ascii="Frutiger-Light" w:hAnsi="Frutiger-Light" w:cs="Frutiger-Light"/>
                <w:sz w:val="22"/>
                <w:szCs w:val="22"/>
              </w:rPr>
              <w:t xml:space="preserve">Point C   </w:t>
            </w:r>
            <w:r>
              <w:rPr>
                <w:rFonts w:ascii="LucidaSans-Bold" w:hAnsi="LucidaSans-Bold" w:cs="LucidaSans-Bold"/>
                <w:b/>
                <w:bCs/>
              </w:rPr>
              <w:t xml:space="preserve">D </w:t>
            </w:r>
            <w:r>
              <w:rPr>
                <w:rFonts w:ascii="Frutiger-Light" w:hAnsi="Frutiger-Light" w:cs="Frutiger-Light"/>
                <w:sz w:val="22"/>
                <w:szCs w:val="22"/>
              </w:rPr>
              <w:t>Point D</w:t>
            </w:r>
          </w:p>
          <w:p w:rsidR="001C2ADC" w:rsidRDefault="001C2ADC" w:rsidP="003A7194">
            <w:pPr>
              <w:autoSpaceDE w:val="0"/>
              <w:autoSpaceDN w:val="0"/>
              <w:adjustRightInd w:val="0"/>
              <w:rPr>
                <w:rFonts w:ascii="Frutiger-Light" w:hAnsi="Frutiger-Light" w:cs="Frutiger-Light"/>
                <w:sz w:val="22"/>
                <w:szCs w:val="22"/>
              </w:rPr>
            </w:pPr>
          </w:p>
          <w:p w:rsidR="001C2ADC" w:rsidRPr="00347C0D" w:rsidRDefault="001C2ADC" w:rsidP="003A7194">
            <w:pPr>
              <w:autoSpaceDE w:val="0"/>
              <w:autoSpaceDN w:val="0"/>
              <w:adjustRightInd w:val="0"/>
              <w:rPr>
                <w:rFonts w:ascii="Frutiger-Light" w:hAnsi="Frutiger-Light" w:cs="Frutiger-Light"/>
                <w:sz w:val="8"/>
                <w:szCs w:val="8"/>
              </w:rPr>
            </w:pPr>
          </w:p>
          <w:p w:rsidR="001C2ADC" w:rsidRDefault="001C2ADC" w:rsidP="00090657">
            <w:pPr>
              <w:rPr>
                <w:rFonts w:ascii="Arial" w:hAnsi="Arial" w:cs="Arial"/>
              </w:rPr>
            </w:pPr>
            <w:r>
              <w:rPr>
                <w:noProof/>
              </w:rPr>
              <w:pict>
                <v:group id="_x0000_s1056" style="position:absolute;margin-left:5.2pt;margin-top:10.85pt;width:263.05pt;height:34pt;z-index:251659776" coordorigin="807,5296" coordsize="5261,680">
                  <v:line id="_x0000_s1057" style="position:absolute" from="933,5534" to="6048,5534" strokeweight="1pt">
                    <v:stroke startarrow="block" endarrow="block"/>
                  </v:line>
                  <v:group id="_x0000_s1058" style="position:absolute;left:807;top:5296;width:5261;height:680" coordorigin="807,3211" coordsize="5261,680">
                    <v:shape id="_x0000_s1059" type="#_x0000_t202" style="position:absolute;left:947;top:3211;width:5115;height:465" filled="f" stroked="f">
                      <v:textbox style="mso-next-textbox:#_x0000_s1059">
                        <w:txbxContent>
                          <w:p w:rsidR="001C2ADC" w:rsidRDefault="001C2ADC" w:rsidP="00241F0A">
                            <w:pPr>
                              <w:tabs>
                                <w:tab w:val="left" w:pos="360"/>
                                <w:tab w:val="left" w:pos="720"/>
                                <w:tab w:val="left" w:pos="1080"/>
                                <w:tab w:val="left" w:pos="1440"/>
                                <w:tab w:val="left" w:pos="1800"/>
                                <w:tab w:val="left" w:pos="2160"/>
                                <w:tab w:val="left" w:pos="2520"/>
                                <w:tab w:val="left" w:pos="2880"/>
                                <w:tab w:val="left" w:pos="3240"/>
                                <w:tab w:val="left" w:pos="3600"/>
                                <w:tab w:val="left" w:pos="3960"/>
                                <w:tab w:val="left" w:pos="4320"/>
                                <w:tab w:val="left" w:pos="4680"/>
                              </w:tabs>
                            </w:pPr>
                            <w:r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</w:p>
                        </w:txbxContent>
                      </v:textbox>
                    </v:shape>
                    <v:shape id="_x0000_s1060" type="#_x0000_t202" style="position:absolute;left:3068;top:3484;width:3000;height:390" filled="f" stroked="f">
                      <v:textbox style="mso-next-textbox:#_x0000_s1060">
                        <w:txbxContent>
                          <w:p w:rsidR="001C2ADC" w:rsidRDefault="001C2ADC" w:rsidP="00241F0A">
                            <w:pPr>
                              <w:tabs>
                                <w:tab w:val="left" w:pos="360"/>
                                <w:tab w:val="left" w:pos="720"/>
                                <w:tab w:val="left" w:pos="1080"/>
                                <w:tab w:val="left" w:pos="1440"/>
                                <w:tab w:val="left" w:pos="1800"/>
                                <w:tab w:val="left" w:pos="2160"/>
                                <w:tab w:val="left" w:pos="2520"/>
                                <w:tab w:val="left" w:pos="2880"/>
                                <w:tab w:val="left" w:pos="3240"/>
                                <w:tab w:val="left" w:pos="3600"/>
                                <w:tab w:val="left" w:pos="3960"/>
                                <w:tab w:val="left" w:pos="4320"/>
                                <w:tab w:val="left" w:pos="4680"/>
                              </w:tabs>
                            </w:pPr>
                            <w:r>
                              <w:t>0</w:t>
                            </w:r>
                            <w:r>
                              <w:tab/>
                              <w:t>1</w:t>
                            </w:r>
                            <w:r>
                              <w:tab/>
                              <w:t>2</w:t>
                            </w:r>
                            <w:r>
                              <w:tab/>
                              <w:t>3</w:t>
                            </w:r>
                            <w:r>
                              <w:tab/>
                              <w:t>4</w:t>
                            </w:r>
                            <w:r>
                              <w:tab/>
                              <w:t>5</w:t>
                            </w:r>
                            <w:r>
                              <w:tab/>
                              <w:t>6</w:t>
                            </w:r>
                            <w:r>
                              <w:tab/>
                              <w:t>7</w:t>
                            </w:r>
                          </w:p>
                        </w:txbxContent>
                      </v:textbox>
                    </v:shape>
                    <v:shape id="_x0000_s1061" type="#_x0000_t202" style="position:absolute;left:807;top:3501;width:3000;height:390" filled="f" stroked="f">
                      <v:textbox style="mso-next-textbox:#_x0000_s1061">
                        <w:txbxContent>
                          <w:p w:rsidR="001C2ADC" w:rsidRDefault="001C2ADC" w:rsidP="00241F0A">
                            <w:pPr>
                              <w:tabs>
                                <w:tab w:val="left" w:pos="360"/>
                                <w:tab w:val="left" w:pos="720"/>
                                <w:tab w:val="left" w:pos="1080"/>
                                <w:tab w:val="left" w:pos="1440"/>
                                <w:tab w:val="left" w:pos="1800"/>
                                <w:tab w:val="left" w:pos="2160"/>
                                <w:tab w:val="left" w:pos="2520"/>
                                <w:tab w:val="left" w:pos="2880"/>
                                <w:tab w:val="left" w:pos="3240"/>
                                <w:tab w:val="left" w:pos="3600"/>
                                <w:tab w:val="left" w:pos="3960"/>
                                <w:tab w:val="left" w:pos="4320"/>
                                <w:tab w:val="left" w:pos="4680"/>
                              </w:tabs>
                            </w:pPr>
                            <w:r>
                              <w:t xml:space="preserve">–6 </w:t>
                            </w:r>
                            <w:r>
                              <w:tab/>
                              <w:t>–5</w:t>
                            </w:r>
                            <w:r>
                              <w:tab/>
                              <w:t>–4</w:t>
                            </w:r>
                            <w:r>
                              <w:tab/>
                              <w:t>–3</w:t>
                            </w:r>
                            <w:r>
                              <w:tab/>
                              <w:t>–2</w:t>
                            </w:r>
                            <w:r>
                              <w:tab/>
                              <w:t>–1</w:t>
                            </w:r>
                          </w:p>
                        </w:txbxContent>
                      </v:textbox>
                    </v:shape>
                  </v:group>
                </v:group>
              </w:pict>
            </w:r>
            <w:r>
              <w:rPr>
                <w:rFonts w:ascii="Arial" w:hAnsi="Arial" w:cs="Arial"/>
              </w:rPr>
              <w:t xml:space="preserve">                              S  M</w:t>
            </w:r>
            <w:r>
              <w:rPr>
                <w:rFonts w:ascii="Arial" w:hAnsi="Arial" w:cs="Arial"/>
              </w:rPr>
              <w:tab/>
              <w:t xml:space="preserve">  D</w:t>
            </w:r>
          </w:p>
          <w:p w:rsidR="001C2ADC" w:rsidRDefault="001C2ADC" w:rsidP="00D105FF">
            <w:pPr>
              <w:ind w:left="-90"/>
              <w:rPr>
                <w:rFonts w:ascii="Arial" w:hAnsi="Arial" w:cs="Arial"/>
              </w:rPr>
            </w:pPr>
            <w:r>
              <w:rPr>
                <w:noProof/>
              </w:rPr>
              <w:pict>
                <v:oval id="_x0000_s1062" style="position:absolute;left:0;text-align:left;margin-left:99.1pt;margin-top:5.75pt;width:9pt;height:9pt;z-index:251660800" fillcolor="black"/>
              </w:pict>
            </w:r>
            <w:r>
              <w:rPr>
                <w:noProof/>
              </w:rPr>
              <w:pict>
                <v:oval id="_x0000_s1063" style="position:absolute;left:0;text-align:left;margin-left:113.2pt;margin-top:6.05pt;width:9pt;height:9pt;z-index:251661824" fillcolor="black"/>
              </w:pict>
            </w:r>
            <w:r>
              <w:rPr>
                <w:noProof/>
              </w:rPr>
              <w:pict>
                <v:oval id="_x0000_s1064" style="position:absolute;left:0;text-align:left;margin-left:149.85pt;margin-top:6pt;width:9pt;height:9pt;z-index:251662848" fillcolor="black"/>
              </w:pict>
            </w:r>
            <w:r>
              <w:rPr>
                <w:rFonts w:ascii="Arial" w:hAnsi="Arial" w:cs="Arial"/>
              </w:rPr>
              <w:t>20)</w:t>
            </w:r>
          </w:p>
          <w:p w:rsidR="001C2ADC" w:rsidRDefault="001C2ADC" w:rsidP="00241F0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1C2ADC" w:rsidRPr="007056CD" w:rsidRDefault="001C2ADC" w:rsidP="00241F0A">
            <w:pPr>
              <w:rPr>
                <w:sz w:val="12"/>
                <w:szCs w:val="12"/>
              </w:rPr>
            </w:pPr>
          </w:p>
          <w:p w:rsidR="001C2ADC" w:rsidRDefault="001C2ADC" w:rsidP="00241F0A">
            <w:r>
              <w:t xml:space="preserve">What point represents  </w:t>
            </w:r>
            <w:r w:rsidRPr="007D433B">
              <w:rPr>
                <w:sz w:val="32"/>
                <w:szCs w:val="32"/>
              </w:rPr>
              <w:t>½</w:t>
            </w:r>
            <w:r>
              <w:t xml:space="preserve"> ?</w:t>
            </w:r>
          </w:p>
          <w:p w:rsidR="001C2ADC" w:rsidRPr="007056CD" w:rsidRDefault="001C2ADC" w:rsidP="00241F0A">
            <w:pPr>
              <w:rPr>
                <w:sz w:val="14"/>
                <w:szCs w:val="14"/>
              </w:rPr>
            </w:pPr>
          </w:p>
          <w:p w:rsidR="001C2ADC" w:rsidRPr="004B2464" w:rsidRDefault="001C2ADC" w:rsidP="00241F0A">
            <w:r>
              <w:t>A. Point M           B. Point D         C. Point S</w:t>
            </w:r>
          </w:p>
          <w:p w:rsidR="001C2ADC" w:rsidRPr="007056CD" w:rsidRDefault="001C2ADC" w:rsidP="00347C0D">
            <w:pPr>
              <w:rPr>
                <w:rFonts w:ascii="Frutiger-Light" w:hAnsi="Frutiger-Light" w:cs="Frutiger-Light"/>
                <w:sz w:val="8"/>
                <w:szCs w:val="8"/>
              </w:rPr>
            </w:pPr>
          </w:p>
        </w:tc>
      </w:tr>
      <w:tr w:rsidR="001C2ADC">
        <w:tc>
          <w:tcPr>
            <w:tcW w:w="9696" w:type="dxa"/>
          </w:tcPr>
          <w:p w:rsidR="001C2ADC" w:rsidRDefault="001C2ADC" w:rsidP="007056CD"/>
          <w:p w:rsidR="001C2ADC" w:rsidRDefault="001C2ADC" w:rsidP="007056CD">
            <w:r>
              <w:t>21) A variable is a   ________________       A) number     B) symbol     C) letter     D) picture</w:t>
            </w:r>
          </w:p>
          <w:p w:rsidR="001C2ADC" w:rsidRDefault="001C2ADC" w:rsidP="007056CD"/>
          <w:p w:rsidR="001C2ADC" w:rsidRDefault="001C2ADC" w:rsidP="007056CD"/>
          <w:p w:rsidR="001C2ADC" w:rsidRDefault="001C2ADC" w:rsidP="007056CD">
            <w:r>
              <w:t>22) that represents a  _______________       A) number     B) symbol     C) letter     D) picture</w:t>
            </w:r>
          </w:p>
          <w:p w:rsidR="001C2ADC" w:rsidRDefault="001C2ADC" w:rsidP="007056CD"/>
          <w:p w:rsidR="001C2ADC" w:rsidRDefault="001C2ADC" w:rsidP="007056CD"/>
          <w:p w:rsidR="001C2ADC" w:rsidRDefault="001C2ADC" w:rsidP="007056CD">
            <w:r>
              <w:t>23)  True of False: The only variable that can be used is x        A) True       B) False</w:t>
            </w:r>
          </w:p>
          <w:p w:rsidR="001C2ADC" w:rsidRDefault="001C2ADC" w:rsidP="007056CD"/>
          <w:p w:rsidR="001C2ADC" w:rsidRPr="003E7F8B" w:rsidRDefault="001C2ADC" w:rsidP="007056CD"/>
          <w:p w:rsidR="001C2ADC" w:rsidRPr="007056CD" w:rsidRDefault="001C2ADC" w:rsidP="003A719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0"/>
                <w:szCs w:val="10"/>
              </w:rPr>
            </w:pPr>
          </w:p>
        </w:tc>
      </w:tr>
      <w:tr w:rsidR="001C2ADC">
        <w:tc>
          <w:tcPr>
            <w:tcW w:w="9696" w:type="dxa"/>
          </w:tcPr>
          <w:p w:rsidR="001C2ADC" w:rsidRDefault="001C2ADC" w:rsidP="008A3A33">
            <w:r>
              <w:t xml:space="preserve">    A = L x W      P = L + L + W + W                                                              </w:t>
            </w:r>
          </w:p>
          <w:p w:rsidR="001C2ADC" w:rsidRDefault="001C2ADC" w:rsidP="008A3A33">
            <w:r>
              <w:t xml:space="preserve">                                                                                                                          18</w:t>
            </w:r>
          </w:p>
          <w:p w:rsidR="001C2ADC" w:rsidRDefault="001C2ADC" w:rsidP="008A3A33">
            <w:r>
              <w:rPr>
                <w:noProof/>
              </w:rPr>
              <w:pict>
                <v:rect id="_x0000_s1065" style="position:absolute;margin-left:290.5pt;margin-top:1.65pt;width:153.2pt;height:44.35pt;z-index:251664896"/>
              </w:pict>
            </w:r>
            <w:r>
              <w:t xml:space="preserve">Find the area and perimeter of the figure to the right </w:t>
            </w:r>
            <w:r>
              <w:sym w:font="Wingdings" w:char="F0E0"/>
            </w:r>
          </w:p>
          <w:p w:rsidR="001C2ADC" w:rsidRDefault="001C2ADC" w:rsidP="008A3A33">
            <w:r>
              <w:t xml:space="preserve">                                                                                              7</w:t>
            </w:r>
          </w:p>
          <w:p w:rsidR="001C2ADC" w:rsidRDefault="001C2ADC" w:rsidP="008A3A33">
            <w:r>
              <w:t>24)  Area =   A) 50    B) 25   C) 126    D)  49</w:t>
            </w:r>
          </w:p>
          <w:p w:rsidR="001C2ADC" w:rsidRDefault="001C2ADC" w:rsidP="008A3A33"/>
          <w:p w:rsidR="001C2ADC" w:rsidRDefault="001C2ADC" w:rsidP="008A3A33"/>
          <w:p w:rsidR="001C2ADC" w:rsidRDefault="001C2ADC" w:rsidP="00D105FF">
            <w:r>
              <w:t>25 ) Perimeter  =   A) 50    B) 25   C) 126    D)  49</w:t>
            </w:r>
          </w:p>
          <w:p w:rsidR="001C2ADC" w:rsidRDefault="001C2ADC" w:rsidP="008A3A33">
            <w:r>
              <w:t xml:space="preserve">                   </w:t>
            </w:r>
          </w:p>
          <w:p w:rsidR="001C2ADC" w:rsidRDefault="001C2ADC" w:rsidP="008A3A33"/>
          <w:p w:rsidR="001C2ADC" w:rsidRDefault="001C2ADC" w:rsidP="008A3A33">
            <w:r>
              <w:t xml:space="preserve">                          V = L x W x H</w:t>
            </w:r>
          </w:p>
          <w:p w:rsidR="001C2ADC" w:rsidRDefault="001C2ADC" w:rsidP="008A3A33">
            <w:r>
              <w:rPr>
                <w:noProof/>
              </w:rPr>
              <w:pict>
                <v:shapetype id="_x0000_t16" coordsize="21600,21600" o:spt="16" adj="5400" path="m@0,l0@0,,21600@1,21600,21600@2,21600,xem0@0nfl@1@0,21600,em@1@0nfl@1,21600e">
                  <v:stroke joinstyle="miter"/>
                  <v:formulas>
                    <v:f eqn="val #0"/>
                    <v:f eqn="sum width 0 #0"/>
                    <v:f eqn="sum height 0 #0"/>
                    <v:f eqn="mid height #0"/>
                    <v:f eqn="prod @1 1 2"/>
                    <v:f eqn="prod @2 1 2"/>
                    <v:f eqn="mid width #0"/>
                  </v:formulas>
                  <v:path o:extrusionok="f" gradientshapeok="t" limo="10800,10800" o:connecttype="custom" o:connectlocs="@6,0;@4,@0;0,@3;@4,21600;@1,@3;21600,@5" o:connectangles="270,270,180,90,0,0" textboxrect="0,@0,@1,21600"/>
                  <v:handles>
                    <v:h position="topLeft,#0" switch="" yrange="0,21600"/>
                  </v:handles>
                  <o:complex v:ext="view"/>
                </v:shapetype>
                <v:shape id="_x0000_s1066" type="#_x0000_t16" style="position:absolute;margin-left:228.6pt;margin-top:1.7pt;width:89.55pt;height:49.4pt;z-index:251665920"/>
              </w:pict>
            </w:r>
            <w:r>
              <w:t xml:space="preserve">26)  Find the volume of the cube to the right </w:t>
            </w:r>
            <w:r>
              <w:sym w:font="Wingdings" w:char="F0E0"/>
            </w:r>
            <w:r>
              <w:t xml:space="preserve"> </w:t>
            </w:r>
          </w:p>
          <w:p w:rsidR="001C2ADC" w:rsidRDefault="001C2ADC" w:rsidP="008A3A33">
            <w:r>
              <w:t xml:space="preserve">                                                                                                            8</w:t>
            </w:r>
          </w:p>
          <w:p w:rsidR="001C2ADC" w:rsidRDefault="001C2ADC" w:rsidP="008A3A33">
            <w:r>
              <w:t xml:space="preserve">   A) 32      B) 23                                              4                                 </w:t>
            </w:r>
          </w:p>
          <w:p w:rsidR="001C2ADC" w:rsidRPr="00D105FF" w:rsidRDefault="001C2ADC" w:rsidP="008A3A33">
            <w:pPr>
              <w:rPr>
                <w:sz w:val="18"/>
                <w:szCs w:val="18"/>
              </w:rPr>
            </w:pPr>
          </w:p>
          <w:p w:rsidR="001C2ADC" w:rsidRPr="003E7F8B" w:rsidRDefault="001C2ADC" w:rsidP="008A3A33">
            <w:r>
              <w:t xml:space="preserve">   C) 88      D) 352                                                         11</w:t>
            </w:r>
          </w:p>
          <w:p w:rsidR="001C2ADC" w:rsidRDefault="001C2ADC" w:rsidP="008A3A33">
            <w:pPr>
              <w:rPr>
                <w:sz w:val="8"/>
                <w:szCs w:val="8"/>
              </w:rPr>
            </w:pPr>
          </w:p>
          <w:p w:rsidR="001C2ADC" w:rsidRDefault="001C2ADC" w:rsidP="008A3A33">
            <w:pPr>
              <w:rPr>
                <w:sz w:val="8"/>
                <w:szCs w:val="8"/>
              </w:rPr>
            </w:pPr>
          </w:p>
          <w:p w:rsidR="001C2ADC" w:rsidRDefault="001C2ADC" w:rsidP="008A3A33">
            <w:pPr>
              <w:rPr>
                <w:sz w:val="8"/>
                <w:szCs w:val="8"/>
              </w:rPr>
            </w:pPr>
          </w:p>
          <w:p w:rsidR="001C2ADC" w:rsidRDefault="001C2ADC" w:rsidP="008A3A33">
            <w:pPr>
              <w:rPr>
                <w:sz w:val="8"/>
                <w:szCs w:val="8"/>
              </w:rPr>
            </w:pPr>
          </w:p>
          <w:p w:rsidR="001C2ADC" w:rsidRPr="002F1426" w:rsidRDefault="001C2ADC" w:rsidP="008A3A33"/>
          <w:p w:rsidR="001C2ADC" w:rsidRDefault="001C2ADC" w:rsidP="00D105FF">
            <w:pPr>
              <w:autoSpaceDE w:val="0"/>
              <w:autoSpaceDN w:val="0"/>
              <w:adjustRightInd w:val="0"/>
              <w:rPr>
                <w:rFonts w:ascii="Frutiger-Roman" w:hAnsi="Frutiger-Roman" w:cs="Frutiger-Roman"/>
                <w:color w:val="000000"/>
                <w:sz w:val="22"/>
                <w:szCs w:val="22"/>
              </w:rPr>
            </w:pPr>
            <w:r>
              <w:rPr>
                <w:rFonts w:ascii="Frutiger-Roman" w:hAnsi="Frutiger-Roman" w:cs="Frutiger-Roman"/>
                <w:color w:val="000000"/>
                <w:sz w:val="22"/>
                <w:szCs w:val="22"/>
              </w:rPr>
              <w:t xml:space="preserve">27)  What is the </w:t>
            </w:r>
            <w:r w:rsidRPr="006B4EF4">
              <w:rPr>
                <w:rFonts w:ascii="Frutiger-Roman" w:hAnsi="Frutiger-Roman" w:cs="Frutiger-Roman"/>
                <w:b/>
                <w:bCs/>
                <w:color w:val="000000"/>
                <w:sz w:val="22"/>
                <w:szCs w:val="22"/>
              </w:rPr>
              <w:t>area</w:t>
            </w:r>
            <w:r>
              <w:rPr>
                <w:rFonts w:ascii="Frutiger-Roman" w:hAnsi="Frutiger-Roman" w:cs="Frutiger-Roman"/>
                <w:color w:val="000000"/>
                <w:sz w:val="22"/>
                <w:szCs w:val="22"/>
              </w:rPr>
              <w:t>, in square centimeters (cm</w:t>
            </w:r>
            <w:r w:rsidRPr="005D5762">
              <w:rPr>
                <w:rFonts w:ascii="Frutiger-Roman" w:hAnsi="Frutiger-Roman" w:cs="Frutiger-Roman"/>
                <w:color w:val="000000"/>
                <w:sz w:val="21"/>
                <w:szCs w:val="21"/>
                <w:vertAlign w:val="superscript"/>
              </w:rPr>
              <w:t>2</w:t>
            </w:r>
            <w:r>
              <w:rPr>
                <w:rFonts w:ascii="Frutiger-Roman" w:hAnsi="Frutiger-Roman" w:cs="Frutiger-Roman"/>
                <w:color w:val="000000"/>
                <w:sz w:val="22"/>
                <w:szCs w:val="22"/>
              </w:rPr>
              <w:t>), of the rectangle shown below?</w:t>
            </w:r>
          </w:p>
          <w:p w:rsidR="001C2ADC" w:rsidRPr="005D5762" w:rsidRDefault="001C2ADC" w:rsidP="00D105FF">
            <w:pPr>
              <w:autoSpaceDE w:val="0"/>
              <w:autoSpaceDN w:val="0"/>
              <w:adjustRightInd w:val="0"/>
              <w:rPr>
                <w:rFonts w:ascii="Frutiger-Roman" w:hAnsi="Frutiger-Roman" w:cs="Frutiger-Roman"/>
                <w:color w:val="000000"/>
                <w:sz w:val="8"/>
                <w:szCs w:val="8"/>
              </w:rPr>
            </w:pPr>
          </w:p>
          <w:p w:rsidR="001C2ADC" w:rsidRDefault="001C2ADC" w:rsidP="00D105FF">
            <w:pPr>
              <w:autoSpaceDE w:val="0"/>
              <w:autoSpaceDN w:val="0"/>
              <w:adjustRightInd w:val="0"/>
              <w:rPr>
                <w:rFonts w:ascii="Frutiger-Light" w:hAnsi="Frutiger-Light" w:cs="Frutiger-Light"/>
                <w:color w:val="000000"/>
                <w:sz w:val="16"/>
                <w:szCs w:val="16"/>
              </w:rPr>
            </w:pPr>
            <w:r>
              <w:rPr>
                <w:rFonts w:ascii="LucidaSans-Bold" w:hAnsi="LucidaSans-Bold" w:cs="LucidaSans-Bold"/>
                <w:b/>
                <w:bCs/>
                <w:color w:val="000000"/>
              </w:rPr>
              <w:t xml:space="preserve">A  </w:t>
            </w:r>
            <w:r>
              <w:rPr>
                <w:rFonts w:ascii="Frutiger-Light" w:hAnsi="Frutiger-Light" w:cs="Frutiger-Light"/>
                <w:color w:val="000000"/>
                <w:sz w:val="22"/>
                <w:szCs w:val="22"/>
              </w:rPr>
              <w:t>29.4cm</w:t>
            </w:r>
            <w:r w:rsidRPr="005D5762">
              <w:rPr>
                <w:rFonts w:ascii="Frutiger-Light" w:hAnsi="Frutiger-Light" w:cs="Frutiger-Light"/>
                <w:color w:val="000000"/>
                <w:sz w:val="22"/>
                <w:szCs w:val="22"/>
                <w:vertAlign w:val="superscript"/>
              </w:rPr>
              <w:t xml:space="preserve">2 </w:t>
            </w:r>
            <w:r>
              <w:rPr>
                <w:rFonts w:ascii="Frutiger-Light" w:hAnsi="Frutiger-Light" w:cs="Frutiger-Light"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</w:t>
            </w:r>
            <w:r>
              <w:rPr>
                <w:rFonts w:ascii="Frutiger-Roman" w:hAnsi="Frutiger-Roman" w:cs="Frutiger-Roman"/>
                <w:color w:val="000000"/>
                <w:sz w:val="22"/>
                <w:szCs w:val="22"/>
              </w:rPr>
              <w:t>12.5 cm</w:t>
            </w:r>
          </w:p>
          <w:p w:rsidR="001C2ADC" w:rsidRDefault="001C2ADC" w:rsidP="00D105FF">
            <w:pPr>
              <w:autoSpaceDE w:val="0"/>
              <w:autoSpaceDN w:val="0"/>
              <w:adjustRightInd w:val="0"/>
              <w:rPr>
                <w:rFonts w:ascii="Frutiger-Light" w:hAnsi="Frutiger-Light" w:cs="Frutiger-Light"/>
                <w:color w:val="000000"/>
                <w:sz w:val="16"/>
                <w:szCs w:val="16"/>
              </w:rPr>
            </w:pPr>
            <w:r>
              <w:rPr>
                <w:noProof/>
              </w:rPr>
              <w:pict>
                <v:rect id="_x0000_s1067" style="position:absolute;margin-left:300pt;margin-top:1.4pt;width:114pt;height:30pt;z-index:251666944"/>
              </w:pict>
            </w:r>
            <w:r>
              <w:rPr>
                <w:rFonts w:ascii="LucidaSans-Bold" w:hAnsi="LucidaSans-Bold" w:cs="LucidaSans-Bold"/>
                <w:b/>
                <w:bCs/>
                <w:color w:val="000000"/>
              </w:rPr>
              <w:t xml:space="preserve">B  </w:t>
            </w:r>
            <w:r>
              <w:rPr>
                <w:rFonts w:ascii="Frutiger-Light" w:hAnsi="Frutiger-Light" w:cs="Frutiger-Light"/>
                <w:color w:val="000000"/>
                <w:sz w:val="22"/>
                <w:szCs w:val="22"/>
              </w:rPr>
              <w:t>27.5cm</w:t>
            </w:r>
            <w:r w:rsidRPr="005D5762">
              <w:rPr>
                <w:rFonts w:ascii="Frutiger-Light" w:hAnsi="Frutiger-Light" w:cs="Frutiger-Light"/>
                <w:color w:val="000000"/>
                <w:sz w:val="22"/>
                <w:szCs w:val="22"/>
                <w:vertAlign w:val="superscript"/>
              </w:rPr>
              <w:t>2</w:t>
            </w:r>
          </w:p>
          <w:p w:rsidR="001C2ADC" w:rsidRPr="005D5762" w:rsidRDefault="001C2ADC" w:rsidP="00D105FF">
            <w:pPr>
              <w:autoSpaceDE w:val="0"/>
              <w:autoSpaceDN w:val="0"/>
              <w:adjustRightInd w:val="0"/>
              <w:rPr>
                <w:rFonts w:ascii="Frutiger-Roman" w:hAnsi="Frutiger-Roman" w:cs="Frutiger-Roman"/>
                <w:color w:val="000000"/>
                <w:sz w:val="22"/>
                <w:szCs w:val="22"/>
              </w:rPr>
            </w:pPr>
            <w:r>
              <w:rPr>
                <w:rFonts w:ascii="LucidaSans-Bold" w:hAnsi="LucidaSans-Bold" w:cs="LucidaSans-Bold"/>
                <w:b/>
                <w:bCs/>
                <w:color w:val="000000"/>
              </w:rPr>
              <w:t xml:space="preserve">C  </w:t>
            </w:r>
            <w:r>
              <w:rPr>
                <w:rFonts w:ascii="Frutiger-Light" w:hAnsi="Frutiger-Light" w:cs="Frutiger-Light"/>
                <w:color w:val="000000"/>
                <w:sz w:val="22"/>
                <w:szCs w:val="22"/>
              </w:rPr>
              <w:t>14.7cm</w:t>
            </w:r>
            <w:r w:rsidRPr="005D5762">
              <w:rPr>
                <w:rFonts w:ascii="Frutiger-Light" w:hAnsi="Frutiger-Light" w:cs="Frutiger-Light"/>
                <w:color w:val="000000"/>
                <w:sz w:val="22"/>
                <w:szCs w:val="22"/>
                <w:vertAlign w:val="superscript"/>
              </w:rPr>
              <w:t>2</w:t>
            </w:r>
            <w:r>
              <w:rPr>
                <w:rFonts w:ascii="Frutiger-Light" w:hAnsi="Frutiger-Light" w:cs="Frutiger-Light"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</w:t>
            </w:r>
            <w:r>
              <w:rPr>
                <w:rFonts w:ascii="Frutiger-Roman" w:hAnsi="Frutiger-Roman" w:cs="Frutiger-Roman"/>
                <w:color w:val="000000"/>
                <w:sz w:val="22"/>
                <w:szCs w:val="22"/>
              </w:rPr>
              <w:t>2.2 cm</w:t>
            </w:r>
          </w:p>
          <w:p w:rsidR="001C2ADC" w:rsidRDefault="001C2ADC" w:rsidP="00D105FF">
            <w:pPr>
              <w:autoSpaceDE w:val="0"/>
              <w:autoSpaceDN w:val="0"/>
              <w:adjustRightInd w:val="0"/>
              <w:rPr>
                <w:rFonts w:ascii="Frutiger-Light" w:hAnsi="Frutiger-Light" w:cs="Frutiger-Light"/>
                <w:color w:val="000000"/>
                <w:sz w:val="16"/>
                <w:szCs w:val="16"/>
              </w:rPr>
            </w:pPr>
            <w:r>
              <w:rPr>
                <w:rFonts w:ascii="LucidaSans-Bold" w:hAnsi="LucidaSans-Bold" w:cs="LucidaSans-Bold"/>
                <w:b/>
                <w:bCs/>
                <w:color w:val="000000"/>
              </w:rPr>
              <w:t xml:space="preserve">D  </w:t>
            </w:r>
            <w:r>
              <w:rPr>
                <w:rFonts w:ascii="Frutiger-Light" w:hAnsi="Frutiger-Light" w:cs="Frutiger-Light"/>
                <w:color w:val="000000"/>
                <w:sz w:val="22"/>
                <w:szCs w:val="22"/>
              </w:rPr>
              <w:t>13.8cm</w:t>
            </w:r>
            <w:r w:rsidRPr="005D5762">
              <w:rPr>
                <w:rFonts w:ascii="Frutiger-Light" w:hAnsi="Frutiger-Light" w:cs="Frutiger-Light"/>
                <w:color w:val="000000"/>
                <w:sz w:val="22"/>
                <w:szCs w:val="22"/>
                <w:vertAlign w:val="superscript"/>
              </w:rPr>
              <w:t>2</w:t>
            </w:r>
          </w:p>
          <w:p w:rsidR="001C2ADC" w:rsidRDefault="001C2ADC" w:rsidP="00D105FF">
            <w:pPr>
              <w:autoSpaceDE w:val="0"/>
              <w:autoSpaceDN w:val="0"/>
              <w:adjustRightInd w:val="0"/>
              <w:rPr>
                <w:rFonts w:ascii="Frutiger-Roman" w:hAnsi="Frutiger-Roman" w:cs="Frutiger-Roman"/>
                <w:color w:val="000000"/>
                <w:sz w:val="22"/>
                <w:szCs w:val="22"/>
              </w:rPr>
            </w:pPr>
            <w:r>
              <w:rPr>
                <w:rFonts w:ascii="Frutiger-Roman" w:hAnsi="Frutiger-Roman" w:cs="Frutiger-Roman"/>
                <w:color w:val="000000"/>
                <w:sz w:val="22"/>
                <w:szCs w:val="22"/>
              </w:rPr>
              <w:t xml:space="preserve">  </w:t>
            </w:r>
          </w:p>
          <w:p w:rsidR="001C2ADC" w:rsidRDefault="001C2ADC" w:rsidP="00D105FF">
            <w:pPr>
              <w:autoSpaceDE w:val="0"/>
              <w:autoSpaceDN w:val="0"/>
              <w:adjustRightInd w:val="0"/>
              <w:rPr>
                <w:rFonts w:ascii="Frutiger-Roman" w:hAnsi="Frutiger-Roman" w:cs="Frutiger-Roman"/>
                <w:color w:val="000000"/>
                <w:sz w:val="22"/>
                <w:szCs w:val="22"/>
              </w:rPr>
            </w:pPr>
            <w:r>
              <w:rPr>
                <w:rFonts w:ascii="Frutiger-Roman" w:hAnsi="Frutiger-Roman" w:cs="Frutiger-Roman"/>
                <w:color w:val="000000"/>
                <w:sz w:val="22"/>
                <w:szCs w:val="22"/>
              </w:rPr>
              <w:t xml:space="preserve">                                                                       </w:t>
            </w:r>
          </w:p>
          <w:p w:rsidR="001C2ADC" w:rsidRPr="005D5762" w:rsidRDefault="001C2ADC" w:rsidP="00D105FF">
            <w:pPr>
              <w:autoSpaceDE w:val="0"/>
              <w:autoSpaceDN w:val="0"/>
              <w:adjustRightInd w:val="0"/>
              <w:rPr>
                <w:rFonts w:ascii="Frutiger-Roman" w:hAnsi="Frutiger-Roman" w:cs="Frutiger-Roman"/>
                <w:color w:val="000000"/>
                <w:sz w:val="22"/>
                <w:szCs w:val="22"/>
              </w:rPr>
            </w:pPr>
            <w:r>
              <w:rPr>
                <w:rFonts w:ascii="Frutiger-Roman" w:hAnsi="Frutiger-Roman" w:cs="Frutiger-Roman"/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                         </w:t>
            </w:r>
          </w:p>
          <w:p w:rsidR="001C2ADC" w:rsidRDefault="001C2ADC" w:rsidP="00D105FF">
            <w:pPr>
              <w:autoSpaceDE w:val="0"/>
              <w:autoSpaceDN w:val="0"/>
              <w:adjustRightInd w:val="0"/>
              <w:rPr>
                <w:rFonts w:ascii="Frutiger-Roman" w:hAnsi="Frutiger-Roman" w:cs="Frutiger-Roman"/>
                <w:color w:val="000000"/>
                <w:sz w:val="22"/>
                <w:szCs w:val="22"/>
              </w:rPr>
            </w:pPr>
            <w:r>
              <w:rPr>
                <w:rFonts w:ascii="Frutiger-Roman" w:hAnsi="Frutiger-Roman" w:cs="Frutiger-Roman"/>
                <w:color w:val="000000"/>
                <w:sz w:val="22"/>
                <w:szCs w:val="22"/>
              </w:rPr>
              <w:t>28)  Mario has a rectangular yard that is 24 feet long and 50 feet wide. What is the</w:t>
            </w:r>
          </w:p>
          <w:p w:rsidR="001C2ADC" w:rsidRDefault="001C2ADC" w:rsidP="00D105FF">
            <w:pPr>
              <w:autoSpaceDE w:val="0"/>
              <w:autoSpaceDN w:val="0"/>
              <w:adjustRightInd w:val="0"/>
              <w:rPr>
                <w:rFonts w:ascii="Frutiger-Roman" w:hAnsi="Frutiger-Roman" w:cs="Frutiger-Roman"/>
                <w:color w:val="000000"/>
                <w:sz w:val="22"/>
                <w:szCs w:val="22"/>
              </w:rPr>
            </w:pPr>
            <w:r w:rsidRPr="006B4EF4">
              <w:rPr>
                <w:rFonts w:ascii="Frutiger-Roman" w:hAnsi="Frutiger-Roman" w:cs="Frutiger-Roman"/>
                <w:b/>
                <w:bCs/>
                <w:color w:val="000000"/>
                <w:sz w:val="22"/>
                <w:szCs w:val="22"/>
              </w:rPr>
              <w:t>perimeter</w:t>
            </w:r>
            <w:r>
              <w:rPr>
                <w:rFonts w:ascii="Frutiger-Roman" w:hAnsi="Frutiger-Roman" w:cs="Frutiger-Roman"/>
                <w:color w:val="000000"/>
                <w:sz w:val="22"/>
                <w:szCs w:val="22"/>
              </w:rPr>
              <w:t xml:space="preserve"> of the yard, in feet?</w:t>
            </w:r>
          </w:p>
          <w:p w:rsidR="001C2ADC" w:rsidRPr="005D5762" w:rsidRDefault="001C2ADC" w:rsidP="00D105FF">
            <w:pPr>
              <w:autoSpaceDE w:val="0"/>
              <w:autoSpaceDN w:val="0"/>
              <w:adjustRightInd w:val="0"/>
              <w:rPr>
                <w:rFonts w:ascii="LucidaSans-Bold" w:hAnsi="LucidaSans-Bold" w:cs="LucidaSans-Bold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LucidaSans-Bold" w:hAnsi="LucidaSans-Bold" w:cs="LucidaSans-Bold"/>
                <w:b/>
                <w:bCs/>
                <w:color w:val="000000"/>
              </w:rPr>
              <w:t xml:space="preserve">               </w:t>
            </w:r>
          </w:p>
          <w:p w:rsidR="001C2ADC" w:rsidRDefault="001C2ADC" w:rsidP="00D105FF">
            <w:pPr>
              <w:autoSpaceDE w:val="0"/>
              <w:autoSpaceDN w:val="0"/>
              <w:adjustRightInd w:val="0"/>
              <w:rPr>
                <w:rFonts w:ascii="Frutiger-Light" w:hAnsi="Frutiger-Light" w:cs="Frutiger-Light"/>
                <w:color w:val="000000"/>
                <w:sz w:val="22"/>
                <w:szCs w:val="22"/>
              </w:rPr>
            </w:pPr>
            <w:r>
              <w:rPr>
                <w:rFonts w:ascii="LucidaSans-Bold" w:hAnsi="LucidaSans-Bold" w:cs="LucidaSans-Bold"/>
                <w:b/>
                <w:bCs/>
                <w:color w:val="000000"/>
              </w:rPr>
              <w:t xml:space="preserve">                A </w:t>
            </w:r>
            <w:r>
              <w:rPr>
                <w:rFonts w:ascii="Frutiger-Light" w:hAnsi="Frutiger-Light" w:cs="Frutiger-Light"/>
                <w:color w:val="000000"/>
                <w:sz w:val="22"/>
                <w:szCs w:val="22"/>
              </w:rPr>
              <w:t>74 feet</w:t>
            </w:r>
            <w:r>
              <w:rPr>
                <w:rFonts w:ascii="LucidaSans-Bold" w:hAnsi="LucidaSans-Bold" w:cs="LucidaSans-Bold"/>
                <w:b/>
                <w:bCs/>
                <w:color w:val="000000"/>
              </w:rPr>
              <w:t xml:space="preserve">                 C </w:t>
            </w:r>
            <w:r>
              <w:rPr>
                <w:rFonts w:ascii="Frutiger-Light" w:hAnsi="Frutiger-Light" w:cs="Frutiger-Light"/>
                <w:color w:val="000000"/>
                <w:sz w:val="22"/>
                <w:szCs w:val="22"/>
              </w:rPr>
              <w:t>148 feet</w:t>
            </w:r>
          </w:p>
          <w:p w:rsidR="001C2ADC" w:rsidRPr="005D5762" w:rsidRDefault="001C2ADC" w:rsidP="00D105FF">
            <w:pPr>
              <w:autoSpaceDE w:val="0"/>
              <w:autoSpaceDN w:val="0"/>
              <w:adjustRightInd w:val="0"/>
              <w:rPr>
                <w:rFonts w:ascii="Frutiger-Light" w:hAnsi="Frutiger-Light" w:cs="Frutiger-Light"/>
                <w:color w:val="000000"/>
                <w:sz w:val="8"/>
                <w:szCs w:val="8"/>
              </w:rPr>
            </w:pPr>
          </w:p>
          <w:p w:rsidR="001C2ADC" w:rsidRDefault="001C2ADC" w:rsidP="00D105FF">
            <w:pPr>
              <w:rPr>
                <w:rFonts w:ascii="Frutiger-Light" w:hAnsi="Frutiger-Light" w:cs="Frutiger-Light"/>
                <w:color w:val="000000"/>
                <w:sz w:val="22"/>
                <w:szCs w:val="22"/>
              </w:rPr>
            </w:pPr>
            <w:r>
              <w:rPr>
                <w:rFonts w:ascii="LucidaSans-Bold" w:hAnsi="LucidaSans-Bold" w:cs="LucidaSans-Bold"/>
                <w:b/>
                <w:bCs/>
                <w:color w:val="000000"/>
              </w:rPr>
              <w:t xml:space="preserve">                B </w:t>
            </w:r>
            <w:r>
              <w:rPr>
                <w:rFonts w:ascii="Frutiger-Light" w:hAnsi="Frutiger-Light" w:cs="Frutiger-Light"/>
                <w:color w:val="000000"/>
                <w:sz w:val="22"/>
                <w:szCs w:val="22"/>
              </w:rPr>
              <w:t>124 feet</w:t>
            </w:r>
            <w:r>
              <w:rPr>
                <w:rFonts w:ascii="LucidaSans-Bold" w:hAnsi="LucidaSans-Bold" w:cs="LucidaSans-Bold"/>
                <w:b/>
                <w:bCs/>
                <w:color w:val="000000"/>
              </w:rPr>
              <w:t xml:space="preserve">                D </w:t>
            </w:r>
            <w:r>
              <w:rPr>
                <w:rFonts w:ascii="Frutiger-Light" w:hAnsi="Frutiger-Light" w:cs="Frutiger-Light"/>
                <w:color w:val="000000"/>
                <w:sz w:val="22"/>
                <w:szCs w:val="22"/>
              </w:rPr>
              <w:t>1,200 feet</w:t>
            </w:r>
          </w:p>
          <w:p w:rsidR="001C2ADC" w:rsidRDefault="001C2ADC" w:rsidP="00D105FF">
            <w:pPr>
              <w:rPr>
                <w:rFonts w:ascii="Frutiger-Light" w:hAnsi="Frutiger-Light" w:cs="Frutiger-Light"/>
                <w:color w:val="000000"/>
                <w:sz w:val="22"/>
                <w:szCs w:val="22"/>
              </w:rPr>
            </w:pPr>
          </w:p>
          <w:p w:rsidR="001C2ADC" w:rsidRDefault="001C2ADC" w:rsidP="00D105FF">
            <w:pPr>
              <w:rPr>
                <w:rFonts w:ascii="Frutiger-Light" w:hAnsi="Frutiger-Light" w:cs="Frutiger-Light"/>
                <w:color w:val="000000"/>
                <w:sz w:val="22"/>
                <w:szCs w:val="22"/>
              </w:rPr>
            </w:pPr>
          </w:p>
          <w:p w:rsidR="001C2ADC" w:rsidRDefault="001C2ADC" w:rsidP="00D105FF">
            <w:pPr>
              <w:rPr>
                <w:rFonts w:ascii="Frutiger-Light" w:hAnsi="Frutiger-Light" w:cs="Frutiger-Light"/>
                <w:sz w:val="22"/>
                <w:szCs w:val="22"/>
              </w:rPr>
            </w:pPr>
            <w:r>
              <w:rPr>
                <w:rFonts w:ascii="Frutiger-Light" w:hAnsi="Frutiger-Light" w:cs="Frutiger-Light"/>
                <w:sz w:val="22"/>
                <w:szCs w:val="22"/>
              </w:rPr>
              <w:t xml:space="preserve">29)  A swimming pool has a width of 14 feet, a length of 36 feet, and a height of 8 feet.  What is the total </w:t>
            </w:r>
            <w:r w:rsidRPr="006B4EF4">
              <w:rPr>
                <w:rFonts w:ascii="Frutiger-Light" w:hAnsi="Frutiger-Light" w:cs="Frutiger-Light"/>
                <w:b/>
                <w:bCs/>
                <w:sz w:val="22"/>
                <w:szCs w:val="22"/>
              </w:rPr>
              <w:t>volume</w:t>
            </w:r>
            <w:r>
              <w:rPr>
                <w:rFonts w:ascii="Frutiger-Light" w:hAnsi="Frutiger-Light" w:cs="Frutiger-Light"/>
                <w:sz w:val="22"/>
                <w:szCs w:val="22"/>
              </w:rPr>
              <w:t xml:space="preserve"> of water it can hold, in feet</w:t>
            </w:r>
            <w:r>
              <w:rPr>
                <w:rFonts w:ascii="Frutiger-Light" w:hAnsi="Frutiger-Light" w:cs="Frutiger-Light"/>
                <w:sz w:val="22"/>
                <w:szCs w:val="22"/>
                <w:vertAlign w:val="superscript"/>
              </w:rPr>
              <w:t>3</w:t>
            </w:r>
            <w:r>
              <w:rPr>
                <w:rFonts w:ascii="Frutiger-Light" w:hAnsi="Frutiger-Light" w:cs="Frutiger-Light"/>
                <w:sz w:val="22"/>
                <w:szCs w:val="22"/>
              </w:rPr>
              <w:t>?</w:t>
            </w:r>
          </w:p>
          <w:p w:rsidR="001C2ADC" w:rsidRDefault="001C2ADC" w:rsidP="00D105FF">
            <w:pPr>
              <w:rPr>
                <w:rFonts w:ascii="Frutiger-Light" w:hAnsi="Frutiger-Light" w:cs="Frutiger-Light"/>
                <w:b/>
                <w:bCs/>
              </w:rPr>
            </w:pPr>
          </w:p>
          <w:p w:rsidR="001C2ADC" w:rsidRDefault="001C2ADC" w:rsidP="00D105FF">
            <w:pPr>
              <w:rPr>
                <w:rFonts w:ascii="Frutiger-Light" w:hAnsi="Frutiger-Light" w:cs="Frutiger-Light"/>
                <w:b/>
                <w:bCs/>
              </w:rPr>
            </w:pPr>
            <w:r>
              <w:rPr>
                <w:rFonts w:ascii="Frutiger-Light" w:hAnsi="Frutiger-Light" w:cs="Frutiger-Light"/>
                <w:b/>
                <w:bCs/>
              </w:rPr>
              <w:t xml:space="preserve">                 A) </w:t>
            </w:r>
            <w:r>
              <w:rPr>
                <w:rFonts w:ascii="Frutiger-Light" w:hAnsi="Frutiger-Light" w:cs="Frutiger-Light"/>
              </w:rPr>
              <w:t xml:space="preserve"> 504        </w:t>
            </w:r>
            <w:r>
              <w:rPr>
                <w:rFonts w:ascii="Frutiger-Light" w:hAnsi="Frutiger-Light" w:cs="Frutiger-Light"/>
                <w:b/>
                <w:bCs/>
              </w:rPr>
              <w:t xml:space="preserve">B) </w:t>
            </w:r>
            <w:r>
              <w:rPr>
                <w:rFonts w:ascii="Frutiger-Light" w:hAnsi="Frutiger-Light" w:cs="Frutiger-Light"/>
              </w:rPr>
              <w:t xml:space="preserve">288    </w:t>
            </w:r>
            <w:r>
              <w:rPr>
                <w:rFonts w:ascii="Frutiger-Light" w:hAnsi="Frutiger-Light" w:cs="Frutiger-Light"/>
                <w:b/>
                <w:bCs/>
              </w:rPr>
              <w:t xml:space="preserve">    C) </w:t>
            </w:r>
            <w:r>
              <w:rPr>
                <w:rFonts w:ascii="Frutiger-Light" w:hAnsi="Frutiger-Light" w:cs="Frutiger-Light"/>
              </w:rPr>
              <w:t xml:space="preserve">58       </w:t>
            </w:r>
            <w:r>
              <w:rPr>
                <w:rFonts w:ascii="Frutiger-Light" w:hAnsi="Frutiger-Light" w:cs="Frutiger-Light"/>
                <w:b/>
                <w:bCs/>
              </w:rPr>
              <w:t xml:space="preserve"> D) </w:t>
            </w:r>
            <w:r w:rsidRPr="00D105FF">
              <w:rPr>
                <w:rFonts w:ascii="Frutiger-Light" w:hAnsi="Frutiger-Light" w:cs="Frutiger-Light"/>
              </w:rPr>
              <w:t>4032</w:t>
            </w:r>
          </w:p>
          <w:p w:rsidR="001C2ADC" w:rsidRDefault="001C2ADC" w:rsidP="00D105FF">
            <w:pPr>
              <w:rPr>
                <w:rFonts w:ascii="Frutiger-Light" w:hAnsi="Frutiger-Light" w:cs="Frutiger-Light"/>
                <w:color w:val="000000"/>
                <w:sz w:val="22"/>
                <w:szCs w:val="22"/>
              </w:rPr>
            </w:pPr>
          </w:p>
          <w:p w:rsidR="001C2ADC" w:rsidRDefault="001C2ADC" w:rsidP="008A3A33">
            <w:pPr>
              <w:rPr>
                <w:sz w:val="8"/>
                <w:szCs w:val="8"/>
              </w:rPr>
            </w:pPr>
          </w:p>
          <w:p w:rsidR="001C2ADC" w:rsidRPr="00347C0D" w:rsidRDefault="001C2ADC" w:rsidP="008A3A33">
            <w:pPr>
              <w:rPr>
                <w:sz w:val="8"/>
                <w:szCs w:val="8"/>
              </w:rPr>
            </w:pPr>
          </w:p>
        </w:tc>
      </w:tr>
      <w:tr w:rsidR="001C2ADC">
        <w:tc>
          <w:tcPr>
            <w:tcW w:w="9696" w:type="dxa"/>
          </w:tcPr>
          <w:p w:rsidR="001C2ADC" w:rsidRDefault="001C2ADC" w:rsidP="00090657">
            <w:pPr>
              <w:rPr>
                <w:rFonts w:ascii="Arial" w:hAnsi="Arial" w:cs="Arial"/>
                <w:b/>
                <w:bCs/>
                <w:sz w:val="8"/>
                <w:szCs w:val="8"/>
                <w:u w:val="single"/>
              </w:rPr>
            </w:pPr>
          </w:p>
          <w:p w:rsidR="001C2ADC" w:rsidRDefault="001C2ADC" w:rsidP="002F1426">
            <w:pPr>
              <w:rPr>
                <w:rFonts w:ascii="TimesNewRomanPSMT" w:hAnsi="TimesNewRomanPSMT" w:cs="TimesNewRomanPSMT"/>
              </w:rPr>
            </w:pPr>
          </w:p>
          <w:p w:rsidR="001C2ADC" w:rsidRPr="00A549FC" w:rsidRDefault="001C2ADC" w:rsidP="002F1426">
            <w:pPr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 xml:space="preserve">30)  </w:t>
            </w:r>
            <w:r w:rsidRPr="00A549FC">
              <w:rPr>
                <w:rFonts w:ascii="TimesNewRomanPSMT" w:hAnsi="TimesNewRomanPSMT" w:cs="TimesNewRomanPSMT"/>
                <w:b/>
                <w:bCs/>
              </w:rPr>
              <w:t xml:space="preserve">Simplify: </w:t>
            </w:r>
            <w:r w:rsidRPr="00A549FC">
              <w:rPr>
                <w:rFonts w:ascii="TimesNewRomanPSMT" w:hAnsi="TimesNewRomanPSMT" w:cs="TimesNewRomanPSMT"/>
              </w:rPr>
              <w:t>( 4 + 2 )</w:t>
            </w:r>
            <w:r w:rsidRPr="00A549FC">
              <w:rPr>
                <w:rFonts w:ascii="TimesNewRomanPSMT" w:hAnsi="TimesNewRomanPSMT" w:cs="TimesNewRomanPSMT"/>
                <w:vertAlign w:val="superscript"/>
              </w:rPr>
              <w:t xml:space="preserve">2 </w:t>
            </w:r>
            <w:r w:rsidRPr="00A549FC">
              <w:rPr>
                <w:rFonts w:ascii="TimesNewRomanPSMT" w:hAnsi="TimesNewRomanPSMT" w:cs="TimesNewRomanPSMT"/>
              </w:rPr>
              <w:t>– 5 ● 2 + 6</w:t>
            </w:r>
          </w:p>
          <w:p w:rsidR="001C2ADC" w:rsidRPr="00A549FC" w:rsidRDefault="001C2ADC" w:rsidP="002F1426">
            <w:pPr>
              <w:rPr>
                <w:rFonts w:ascii="TimesNewRomanPSMT" w:hAnsi="TimesNewRomanPSMT" w:cs="TimesNewRomanPSMT"/>
                <w:b/>
                <w:bCs/>
                <w:sz w:val="12"/>
                <w:szCs w:val="12"/>
              </w:rPr>
            </w:pPr>
          </w:p>
          <w:p w:rsidR="001C2ADC" w:rsidRPr="00A549FC" w:rsidRDefault="001C2ADC" w:rsidP="002F1426">
            <w:pPr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  <w:b/>
                <w:bCs/>
              </w:rPr>
              <w:t xml:space="preserve">               </w:t>
            </w:r>
            <w:r w:rsidRPr="00A549FC">
              <w:rPr>
                <w:rFonts w:ascii="TimesNewRomanPSMT" w:hAnsi="TimesNewRomanPSMT" w:cs="TimesNewRomanPSMT"/>
                <w:b/>
                <w:bCs/>
              </w:rPr>
              <w:t xml:space="preserve">A. </w:t>
            </w:r>
            <w:r w:rsidRPr="00A549FC">
              <w:rPr>
                <w:rFonts w:ascii="TimesNewRomanPSMT" w:hAnsi="TimesNewRomanPSMT" w:cs="TimesNewRomanPSMT"/>
              </w:rPr>
              <w:t>2</w:t>
            </w:r>
            <w:r>
              <w:rPr>
                <w:rFonts w:ascii="TimesNewRomanPSMT" w:hAnsi="TimesNewRomanPSMT" w:cs="TimesNewRomanPSMT"/>
              </w:rPr>
              <w:t xml:space="preserve">                              </w:t>
            </w:r>
            <w:r w:rsidRPr="00A549FC">
              <w:rPr>
                <w:rFonts w:ascii="TimesNewRomanPSMT" w:hAnsi="TimesNewRomanPSMT" w:cs="TimesNewRomanPSMT"/>
                <w:b/>
                <w:bCs/>
              </w:rPr>
              <w:t>C.</w:t>
            </w:r>
            <w:r w:rsidRPr="00A549FC">
              <w:rPr>
                <w:rFonts w:ascii="TimesNewRomanPSMT" w:hAnsi="TimesNewRomanPSMT" w:cs="TimesNewRomanPSMT"/>
              </w:rPr>
              <w:t xml:space="preserve"> – 4</w:t>
            </w:r>
          </w:p>
          <w:p w:rsidR="001C2ADC" w:rsidRPr="007056CD" w:rsidRDefault="001C2ADC" w:rsidP="002F1426">
            <w:pPr>
              <w:rPr>
                <w:rFonts w:ascii="TimesNewRomanPSMT" w:hAnsi="TimesNewRomanPSMT" w:cs="TimesNewRomanPSMT"/>
                <w:b/>
                <w:bCs/>
                <w:sz w:val="8"/>
                <w:szCs w:val="8"/>
              </w:rPr>
            </w:pPr>
          </w:p>
          <w:p w:rsidR="001C2ADC" w:rsidRDefault="001C2ADC" w:rsidP="002F1426">
            <w:pPr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  <w:b/>
                <w:bCs/>
              </w:rPr>
              <w:t xml:space="preserve">               </w:t>
            </w:r>
            <w:r w:rsidRPr="00A549FC">
              <w:rPr>
                <w:rFonts w:ascii="TimesNewRomanPSMT" w:hAnsi="TimesNewRomanPSMT" w:cs="TimesNewRomanPSMT"/>
                <w:b/>
                <w:bCs/>
              </w:rPr>
              <w:t xml:space="preserve">B. </w:t>
            </w:r>
            <w:r w:rsidRPr="00A549FC">
              <w:rPr>
                <w:rFonts w:ascii="TimesNewRomanPSMT" w:hAnsi="TimesNewRomanPSMT" w:cs="TimesNewRomanPSMT"/>
              </w:rPr>
              <w:t>32</w:t>
            </w:r>
            <w:r w:rsidRPr="00A549FC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                         </w:t>
            </w:r>
            <w:r w:rsidRPr="00A549FC">
              <w:rPr>
                <w:rFonts w:ascii="TimesNewRomanPSMT" w:hAnsi="TimesNewRomanPSMT" w:cs="TimesNewRomanPSMT"/>
                <w:b/>
                <w:bCs/>
              </w:rPr>
              <w:t xml:space="preserve">D. </w:t>
            </w:r>
            <w:r w:rsidRPr="00A549FC">
              <w:rPr>
                <w:rFonts w:ascii="TimesNewRomanPSMT" w:hAnsi="TimesNewRomanPSMT" w:cs="TimesNewRomanPSMT"/>
              </w:rPr>
              <w:t>28</w:t>
            </w:r>
          </w:p>
          <w:p w:rsidR="001C2ADC" w:rsidRDefault="001C2ADC" w:rsidP="00090657"/>
          <w:p w:rsidR="001C2ADC" w:rsidRPr="002F1426" w:rsidRDefault="001C2ADC" w:rsidP="00090657">
            <w:pPr>
              <w:rPr>
                <w:sz w:val="30"/>
                <w:szCs w:val="30"/>
              </w:rPr>
            </w:pPr>
          </w:p>
          <w:p w:rsidR="001C2ADC" w:rsidRDefault="001C2ADC" w:rsidP="00EA3086">
            <w:r>
              <w:t>31)</w:t>
            </w:r>
            <w:r w:rsidRPr="00A67CA0">
              <w:t xml:space="preserve"> What is the</w:t>
            </w:r>
            <w:r>
              <w:t xml:space="preserve"> value of 5 + 2 – 2y    when y = 5</w:t>
            </w:r>
            <w:r w:rsidRPr="00A67CA0">
              <w:t>?</w:t>
            </w:r>
          </w:p>
          <w:p w:rsidR="001C2ADC" w:rsidRPr="00A67CA0" w:rsidRDefault="001C2ADC" w:rsidP="00EA3086">
            <w:pPr>
              <w:rPr>
                <w:b/>
                <w:bCs/>
                <w:sz w:val="10"/>
                <w:szCs w:val="10"/>
              </w:rPr>
            </w:pPr>
          </w:p>
          <w:p w:rsidR="001C2ADC" w:rsidRPr="00A67CA0" w:rsidRDefault="001C2ADC" w:rsidP="00EA3086">
            <w:r>
              <w:rPr>
                <w:b/>
                <w:bCs/>
              </w:rPr>
              <w:t xml:space="preserve">        </w:t>
            </w:r>
            <w:r w:rsidRPr="00A67CA0">
              <w:rPr>
                <w:b/>
                <w:bCs/>
              </w:rPr>
              <w:t xml:space="preserve">A. </w:t>
            </w:r>
            <w:r w:rsidRPr="00A67CA0">
              <w:t xml:space="preserve">– 2 </w:t>
            </w:r>
            <w:r>
              <w:t xml:space="preserve">          </w:t>
            </w:r>
            <w:r w:rsidRPr="00A67CA0">
              <w:rPr>
                <w:b/>
                <w:bCs/>
              </w:rPr>
              <w:t xml:space="preserve">C. </w:t>
            </w:r>
            <w:r w:rsidRPr="00A67CA0">
              <w:t xml:space="preserve">– 3 </w:t>
            </w:r>
          </w:p>
          <w:p w:rsidR="001C2ADC" w:rsidRPr="007056CD" w:rsidRDefault="001C2ADC" w:rsidP="00EA3086">
            <w:pPr>
              <w:rPr>
                <w:b/>
                <w:bCs/>
                <w:sz w:val="8"/>
                <w:szCs w:val="8"/>
              </w:rPr>
            </w:pPr>
          </w:p>
          <w:p w:rsidR="001C2ADC" w:rsidRPr="00A67CA0" w:rsidRDefault="001C2ADC" w:rsidP="00EA3086">
            <w:r>
              <w:rPr>
                <w:b/>
                <w:bCs/>
              </w:rPr>
              <w:t xml:space="preserve">        </w:t>
            </w:r>
            <w:r w:rsidRPr="00A67CA0">
              <w:rPr>
                <w:b/>
                <w:bCs/>
              </w:rPr>
              <w:t xml:space="preserve">B. </w:t>
            </w:r>
            <w:r w:rsidRPr="00A67CA0">
              <w:t>17</w:t>
            </w:r>
            <w:r>
              <w:t xml:space="preserve">             </w:t>
            </w:r>
            <w:r w:rsidRPr="00A67CA0">
              <w:rPr>
                <w:b/>
                <w:bCs/>
              </w:rPr>
              <w:t xml:space="preserve">D. </w:t>
            </w:r>
            <w:r>
              <w:t>10</w:t>
            </w:r>
          </w:p>
          <w:p w:rsidR="001C2ADC" w:rsidRDefault="001C2ADC" w:rsidP="00EA3086"/>
          <w:p w:rsidR="001C2ADC" w:rsidRDefault="001C2ADC" w:rsidP="00EA3086"/>
          <w:p w:rsidR="001C2ADC" w:rsidRDefault="001C2ADC" w:rsidP="00EA3086"/>
          <w:p w:rsidR="001C2ADC" w:rsidRPr="00A67CA0" w:rsidRDefault="001C2ADC" w:rsidP="00EA3086">
            <w:r>
              <w:t xml:space="preserve">32)  </w:t>
            </w:r>
            <w:r w:rsidRPr="00A67CA0">
              <w:t xml:space="preserve">What is the value of 3a </w:t>
            </w:r>
            <w:r>
              <w:t>+ 4 – 6c     when a = -2 and c = 1</w:t>
            </w:r>
            <w:r w:rsidRPr="00A67CA0">
              <w:t>?</w:t>
            </w:r>
          </w:p>
          <w:p w:rsidR="001C2ADC" w:rsidRPr="00A67CA0" w:rsidRDefault="001C2ADC" w:rsidP="00EA3086">
            <w:pPr>
              <w:rPr>
                <w:b/>
                <w:bCs/>
                <w:sz w:val="12"/>
                <w:szCs w:val="12"/>
              </w:rPr>
            </w:pPr>
          </w:p>
          <w:p w:rsidR="001C2ADC" w:rsidRPr="00A67CA0" w:rsidRDefault="001C2ADC" w:rsidP="00EA3086">
            <w:r>
              <w:rPr>
                <w:b/>
                <w:bCs/>
              </w:rPr>
              <w:t xml:space="preserve">       </w:t>
            </w:r>
            <w:r w:rsidRPr="00A67CA0">
              <w:rPr>
                <w:b/>
                <w:bCs/>
              </w:rPr>
              <w:t xml:space="preserve">A. </w:t>
            </w:r>
            <w:r w:rsidRPr="00A67CA0">
              <w:t xml:space="preserve">8 </w:t>
            </w:r>
            <w:r>
              <w:t xml:space="preserve">              </w:t>
            </w:r>
            <w:r w:rsidRPr="00A67CA0">
              <w:rPr>
                <w:b/>
                <w:bCs/>
              </w:rPr>
              <w:t xml:space="preserve">C. </w:t>
            </w:r>
            <w:r w:rsidRPr="00A67CA0">
              <w:t>4</w:t>
            </w:r>
          </w:p>
          <w:p w:rsidR="001C2ADC" w:rsidRPr="007056CD" w:rsidRDefault="001C2ADC" w:rsidP="00EA3086">
            <w:pPr>
              <w:rPr>
                <w:b/>
                <w:bCs/>
                <w:sz w:val="8"/>
                <w:szCs w:val="8"/>
              </w:rPr>
            </w:pPr>
          </w:p>
          <w:p w:rsidR="001C2ADC" w:rsidRDefault="001C2ADC" w:rsidP="00347C0D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 w:rsidRPr="00A67CA0">
              <w:rPr>
                <w:b/>
                <w:bCs/>
              </w:rPr>
              <w:t>B.</w:t>
            </w:r>
            <w:r w:rsidRPr="00A67CA0">
              <w:t xml:space="preserve"> – 89 </w:t>
            </w:r>
            <w:r>
              <w:t xml:space="preserve">         </w:t>
            </w:r>
            <w:r w:rsidRPr="00A67CA0">
              <w:rPr>
                <w:b/>
                <w:bCs/>
              </w:rPr>
              <w:t xml:space="preserve">D. </w:t>
            </w:r>
            <w:r w:rsidRPr="00A67CA0">
              <w:t>– 8</w:t>
            </w:r>
            <w:r w:rsidRPr="00A67CA0">
              <w:rPr>
                <w:b/>
                <w:bCs/>
              </w:rPr>
              <w:t xml:space="preserve"> </w:t>
            </w:r>
          </w:p>
          <w:p w:rsidR="001C2ADC" w:rsidRDefault="001C2ADC" w:rsidP="00347C0D">
            <w:pPr>
              <w:rPr>
                <w:b/>
                <w:bCs/>
              </w:rPr>
            </w:pPr>
          </w:p>
          <w:p w:rsidR="001C2ADC" w:rsidRDefault="001C2ADC" w:rsidP="00347C0D">
            <w:pPr>
              <w:rPr>
                <w:b/>
                <w:bCs/>
              </w:rPr>
            </w:pPr>
          </w:p>
          <w:p w:rsidR="001C2ADC" w:rsidRDefault="001C2ADC" w:rsidP="00347C0D">
            <w:pPr>
              <w:rPr>
                <w:b/>
                <w:bCs/>
              </w:rPr>
            </w:pPr>
          </w:p>
          <w:p w:rsidR="001C2ADC" w:rsidRDefault="001C2ADC" w:rsidP="00347C0D">
            <w:pPr>
              <w:rPr>
                <w:b/>
                <w:bCs/>
              </w:rPr>
            </w:pPr>
          </w:p>
          <w:p w:rsidR="001C2ADC" w:rsidRDefault="001C2ADC" w:rsidP="00347C0D"/>
          <w:p w:rsidR="001C2ADC" w:rsidRDefault="001C2ADC" w:rsidP="00347C0D">
            <w:r>
              <w:t xml:space="preserve">33)  </w:t>
            </w:r>
            <w:r w:rsidRPr="00A67CA0">
              <w:t>Evaluate 8b</w:t>
            </w:r>
            <w:r w:rsidRPr="00A67CA0">
              <w:rPr>
                <w:vertAlign w:val="superscript"/>
              </w:rPr>
              <w:t xml:space="preserve">3 </w:t>
            </w:r>
            <w:r>
              <w:rPr>
                <w:vertAlign w:val="superscript"/>
              </w:rPr>
              <w:t xml:space="preserve">     </w:t>
            </w:r>
            <w:r w:rsidRPr="00A67CA0">
              <w:t>when b = 2.</w:t>
            </w:r>
          </w:p>
          <w:p w:rsidR="001C2ADC" w:rsidRPr="00A67CA0" w:rsidRDefault="001C2ADC" w:rsidP="00347C0D">
            <w:pPr>
              <w:tabs>
                <w:tab w:val="left" w:pos="1478"/>
              </w:tabs>
              <w:rPr>
                <w:b/>
                <w:bCs/>
                <w:sz w:val="10"/>
                <w:szCs w:val="10"/>
              </w:rPr>
            </w:pPr>
          </w:p>
          <w:p w:rsidR="001C2ADC" w:rsidRPr="00A67CA0" w:rsidRDefault="001C2ADC" w:rsidP="00347C0D">
            <w:pPr>
              <w:tabs>
                <w:tab w:val="left" w:pos="1478"/>
              </w:tabs>
            </w:pPr>
            <w:r>
              <w:rPr>
                <w:b/>
                <w:bCs/>
              </w:rPr>
              <w:t xml:space="preserve">        </w:t>
            </w:r>
            <w:r w:rsidRPr="00A67CA0">
              <w:rPr>
                <w:b/>
                <w:bCs/>
              </w:rPr>
              <w:t xml:space="preserve">A. </w:t>
            </w:r>
            <w:r w:rsidRPr="00A67CA0">
              <w:t>8</w:t>
            </w:r>
            <w:r>
              <w:tab/>
              <w:t xml:space="preserve">    </w:t>
            </w:r>
            <w:r w:rsidRPr="00A67CA0">
              <w:rPr>
                <w:b/>
                <w:bCs/>
              </w:rPr>
              <w:t xml:space="preserve">C. </w:t>
            </w:r>
            <w:r w:rsidRPr="00A67CA0">
              <w:t>48</w:t>
            </w:r>
          </w:p>
          <w:p w:rsidR="001C2ADC" w:rsidRPr="007056CD" w:rsidRDefault="001C2ADC" w:rsidP="00347C0D">
            <w:pPr>
              <w:rPr>
                <w:b/>
                <w:bCs/>
                <w:sz w:val="8"/>
                <w:szCs w:val="8"/>
              </w:rPr>
            </w:pPr>
          </w:p>
          <w:p w:rsidR="001C2ADC" w:rsidRPr="00A67CA0" w:rsidRDefault="001C2ADC" w:rsidP="00347C0D">
            <w:pPr>
              <w:tabs>
                <w:tab w:val="left" w:pos="1478"/>
              </w:tabs>
            </w:pPr>
            <w:r>
              <w:rPr>
                <w:b/>
                <w:bCs/>
              </w:rPr>
              <w:t xml:space="preserve">        </w:t>
            </w:r>
            <w:r w:rsidRPr="00A67CA0">
              <w:rPr>
                <w:b/>
                <w:bCs/>
              </w:rPr>
              <w:t xml:space="preserve">B. </w:t>
            </w:r>
            <w:r w:rsidRPr="00A67CA0">
              <w:t>16</w:t>
            </w:r>
            <w:r>
              <w:t xml:space="preserve">            </w:t>
            </w:r>
            <w:r w:rsidRPr="00A67CA0">
              <w:rPr>
                <w:b/>
                <w:bCs/>
              </w:rPr>
              <w:t xml:space="preserve">D. </w:t>
            </w:r>
            <w:r>
              <w:t>64</w:t>
            </w:r>
            <w:r w:rsidRPr="00A67CA0">
              <w:t xml:space="preserve"> </w:t>
            </w:r>
          </w:p>
          <w:p w:rsidR="001C2ADC" w:rsidRDefault="001C2ADC" w:rsidP="00347C0D"/>
          <w:p w:rsidR="001C2ADC" w:rsidRDefault="001C2ADC" w:rsidP="00347C0D"/>
          <w:p w:rsidR="001C2ADC" w:rsidRDefault="001C2ADC" w:rsidP="00347C0D"/>
          <w:p w:rsidR="001C2ADC" w:rsidRPr="00C30FA1" w:rsidRDefault="001C2ADC" w:rsidP="00347C0D">
            <w:r>
              <w:t>34)  Evaluate (4 + a</w:t>
            </w:r>
            <w:r w:rsidRPr="00C30FA1">
              <w:t>)</w:t>
            </w:r>
            <w:r w:rsidRPr="00C30FA1">
              <w:rPr>
                <w:vertAlign w:val="superscript"/>
              </w:rPr>
              <w:t xml:space="preserve">2 </w:t>
            </w:r>
            <w:r w:rsidRPr="00C30FA1">
              <w:t xml:space="preserve">– 4y </w:t>
            </w:r>
            <w:r>
              <w:t xml:space="preserve">    </w:t>
            </w:r>
            <w:r w:rsidRPr="00C30FA1">
              <w:t>when a = 2 and y = 4.</w:t>
            </w:r>
          </w:p>
          <w:p w:rsidR="001C2ADC" w:rsidRPr="00C30FA1" w:rsidRDefault="001C2ADC" w:rsidP="00347C0D">
            <w:pPr>
              <w:rPr>
                <w:b/>
                <w:bCs/>
                <w:sz w:val="10"/>
                <w:szCs w:val="10"/>
              </w:rPr>
            </w:pPr>
          </w:p>
          <w:p w:rsidR="001C2ADC" w:rsidRPr="00C30FA1" w:rsidRDefault="001C2ADC" w:rsidP="00347C0D">
            <w:r>
              <w:rPr>
                <w:b/>
                <w:bCs/>
              </w:rPr>
              <w:t xml:space="preserve">        </w:t>
            </w:r>
            <w:r w:rsidRPr="00C30FA1">
              <w:rPr>
                <w:b/>
                <w:bCs/>
              </w:rPr>
              <w:t xml:space="preserve">A. </w:t>
            </w:r>
            <w:r w:rsidRPr="00C30FA1">
              <w:t xml:space="preserve">– 4 </w:t>
            </w:r>
            <w:r>
              <w:t xml:space="preserve">           </w:t>
            </w:r>
            <w:r w:rsidRPr="00C30FA1">
              <w:rPr>
                <w:b/>
                <w:bCs/>
              </w:rPr>
              <w:t xml:space="preserve">C. </w:t>
            </w:r>
            <w:r w:rsidRPr="00C30FA1">
              <w:t xml:space="preserve">– 10 </w:t>
            </w:r>
          </w:p>
          <w:p w:rsidR="001C2ADC" w:rsidRPr="007056CD" w:rsidRDefault="001C2ADC" w:rsidP="00347C0D">
            <w:pPr>
              <w:rPr>
                <w:b/>
                <w:bCs/>
                <w:sz w:val="8"/>
                <w:szCs w:val="8"/>
              </w:rPr>
            </w:pPr>
          </w:p>
          <w:p w:rsidR="001C2ADC" w:rsidRPr="00C30FA1" w:rsidRDefault="001C2ADC" w:rsidP="00347C0D">
            <w:r>
              <w:rPr>
                <w:b/>
                <w:bCs/>
              </w:rPr>
              <w:t xml:space="preserve">        </w:t>
            </w:r>
            <w:r w:rsidRPr="00C30FA1">
              <w:rPr>
                <w:b/>
                <w:bCs/>
              </w:rPr>
              <w:t xml:space="preserve">B. </w:t>
            </w:r>
            <w:r w:rsidRPr="00C30FA1">
              <w:t>24</w:t>
            </w:r>
            <w:r>
              <w:t xml:space="preserve">             </w:t>
            </w:r>
            <w:r w:rsidRPr="00C30FA1">
              <w:rPr>
                <w:b/>
                <w:bCs/>
              </w:rPr>
              <w:t xml:space="preserve">D. </w:t>
            </w:r>
            <w:r w:rsidRPr="00C30FA1">
              <w:t>20</w:t>
            </w:r>
          </w:p>
          <w:p w:rsidR="001C2ADC" w:rsidRDefault="001C2ADC" w:rsidP="00347C0D"/>
          <w:p w:rsidR="001C2ADC" w:rsidRDefault="001C2ADC" w:rsidP="00347C0D"/>
          <w:p w:rsidR="001C2ADC" w:rsidRPr="00A67CA0" w:rsidRDefault="001C2ADC" w:rsidP="00347C0D"/>
          <w:p w:rsidR="001C2ADC" w:rsidRPr="00C30FA1" w:rsidRDefault="001C2ADC" w:rsidP="00347C0D">
            <w:r>
              <w:t>35)   Evaluate 3</w:t>
            </w:r>
            <w:r w:rsidRPr="00C30FA1">
              <w:t>ax</w:t>
            </w:r>
            <w:r w:rsidRPr="00C30FA1">
              <w:rPr>
                <w:vertAlign w:val="superscript"/>
              </w:rPr>
              <w:t xml:space="preserve">2 </w:t>
            </w:r>
            <w:r w:rsidRPr="00C30FA1">
              <w:t xml:space="preserve">- 5 </w:t>
            </w:r>
            <w:r>
              <w:t xml:space="preserve">     </w:t>
            </w:r>
            <w:r w:rsidRPr="00C30FA1">
              <w:t>when a = 4 and x = 2</w:t>
            </w:r>
          </w:p>
          <w:p w:rsidR="001C2ADC" w:rsidRPr="00C30FA1" w:rsidRDefault="001C2ADC" w:rsidP="00347C0D">
            <w:pPr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 xml:space="preserve"> </w:t>
            </w:r>
          </w:p>
          <w:p w:rsidR="001C2ADC" w:rsidRPr="00C30FA1" w:rsidRDefault="001C2ADC" w:rsidP="00347C0D">
            <w:r>
              <w:rPr>
                <w:b/>
                <w:bCs/>
              </w:rPr>
              <w:t xml:space="preserve">        </w:t>
            </w:r>
            <w:r w:rsidRPr="00C30FA1">
              <w:rPr>
                <w:b/>
                <w:bCs/>
              </w:rPr>
              <w:t xml:space="preserve">A. </w:t>
            </w:r>
            <w:r w:rsidRPr="00C30FA1">
              <w:t>4</w:t>
            </w:r>
            <w:r>
              <w:t>3</w:t>
            </w:r>
            <w:r w:rsidRPr="00C30FA1">
              <w:t xml:space="preserve"> </w:t>
            </w:r>
            <w:r>
              <w:t xml:space="preserve">             </w:t>
            </w:r>
            <w:r w:rsidRPr="00C30FA1">
              <w:rPr>
                <w:b/>
                <w:bCs/>
              </w:rPr>
              <w:t xml:space="preserve">C. </w:t>
            </w:r>
            <w:r>
              <w:t>83</w:t>
            </w:r>
          </w:p>
          <w:p w:rsidR="001C2ADC" w:rsidRPr="007056CD" w:rsidRDefault="001C2ADC" w:rsidP="00347C0D">
            <w:pPr>
              <w:rPr>
                <w:b/>
                <w:bCs/>
                <w:sz w:val="8"/>
                <w:szCs w:val="8"/>
              </w:rPr>
            </w:pPr>
          </w:p>
          <w:p w:rsidR="001C2ADC" w:rsidRDefault="001C2ADC" w:rsidP="00EA3086">
            <w:r>
              <w:rPr>
                <w:b/>
                <w:bCs/>
              </w:rPr>
              <w:t xml:space="preserve">        </w:t>
            </w:r>
            <w:r w:rsidRPr="00C30FA1">
              <w:rPr>
                <w:b/>
                <w:bCs/>
              </w:rPr>
              <w:t xml:space="preserve">B. </w:t>
            </w:r>
            <w:r w:rsidRPr="00C30FA1">
              <w:t>– 1</w:t>
            </w:r>
            <w:r>
              <w:t>0</w:t>
            </w:r>
            <w:r w:rsidRPr="00C30FA1">
              <w:t xml:space="preserve"> </w:t>
            </w:r>
            <w:r>
              <w:t xml:space="preserve">            </w:t>
            </w:r>
            <w:r w:rsidRPr="00C30FA1">
              <w:rPr>
                <w:b/>
                <w:bCs/>
              </w:rPr>
              <w:t xml:space="preserve">D. </w:t>
            </w:r>
            <w:r w:rsidRPr="00C30FA1">
              <w:t>3</w:t>
            </w:r>
            <w:r>
              <w:t>0</w:t>
            </w:r>
          </w:p>
          <w:p w:rsidR="001C2ADC" w:rsidRDefault="001C2ADC" w:rsidP="00EA3086">
            <w:pPr>
              <w:rPr>
                <w:sz w:val="16"/>
                <w:szCs w:val="16"/>
              </w:rPr>
            </w:pPr>
          </w:p>
          <w:p w:rsidR="001C2ADC" w:rsidRPr="005F35AB" w:rsidRDefault="001C2ADC" w:rsidP="00EA3086">
            <w:pPr>
              <w:rPr>
                <w:sz w:val="6"/>
                <w:szCs w:val="6"/>
              </w:rPr>
            </w:pPr>
          </w:p>
          <w:p w:rsidR="001C2ADC" w:rsidRPr="00EA3086" w:rsidRDefault="001C2ADC" w:rsidP="00090657">
            <w:pPr>
              <w:rPr>
                <w:sz w:val="8"/>
                <w:szCs w:val="8"/>
              </w:rPr>
            </w:pPr>
          </w:p>
        </w:tc>
      </w:tr>
      <w:tr w:rsidR="001C2ADC">
        <w:tc>
          <w:tcPr>
            <w:tcW w:w="9696" w:type="dxa"/>
          </w:tcPr>
          <w:p w:rsidR="001C2ADC" w:rsidRDefault="001C2ADC" w:rsidP="00090657">
            <w:pPr>
              <w:rPr>
                <w:rFonts w:ascii="Arial" w:hAnsi="Arial" w:cs="Arial"/>
                <w:b/>
                <w:bCs/>
                <w:u w:val="single"/>
              </w:rPr>
            </w:pPr>
          </w:p>
          <w:p w:rsidR="001C2ADC" w:rsidRDefault="001C2ADC" w:rsidP="0009065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36)  </w:t>
            </w:r>
            <w:r w:rsidRPr="00677BE0">
              <w:rPr>
                <w:rFonts w:ascii="Arial" w:hAnsi="Arial" w:cs="Arial"/>
                <w:sz w:val="32"/>
                <w:szCs w:val="32"/>
              </w:rPr>
              <w:t>-3 ½</w:t>
            </w:r>
            <w:r>
              <w:rPr>
                <w:rFonts w:ascii="Arial" w:hAnsi="Arial" w:cs="Arial"/>
              </w:rPr>
              <w:t xml:space="preserve">   +   </w:t>
            </w:r>
            <w:r w:rsidRPr="00677BE0">
              <w:rPr>
                <w:rFonts w:ascii="Arial" w:hAnsi="Arial" w:cs="Arial"/>
                <w:sz w:val="32"/>
                <w:szCs w:val="32"/>
              </w:rPr>
              <w:t>¾</w:t>
            </w:r>
            <w:r>
              <w:rPr>
                <w:rFonts w:ascii="Arial" w:hAnsi="Arial" w:cs="Arial"/>
              </w:rPr>
              <w:t xml:space="preserve">   =  ___________</w:t>
            </w:r>
          </w:p>
          <w:p w:rsidR="001C2ADC" w:rsidRDefault="001C2ADC" w:rsidP="00090657">
            <w:pPr>
              <w:rPr>
                <w:rFonts w:ascii="Arial" w:hAnsi="Arial" w:cs="Arial"/>
              </w:rPr>
            </w:pPr>
          </w:p>
          <w:p w:rsidR="001C2ADC" w:rsidRDefault="001C2ADC" w:rsidP="00677BE0">
            <w:pPr>
              <w:rPr>
                <w:rFonts w:ascii="Arial" w:hAnsi="Arial" w:cs="Arial"/>
                <w:sz w:val="32"/>
                <w:szCs w:val="32"/>
              </w:rPr>
            </w:pPr>
            <w:r w:rsidRPr="00677BE0">
              <w:rPr>
                <w:rFonts w:ascii="Arial" w:hAnsi="Arial" w:cs="Arial"/>
                <w:sz w:val="32"/>
                <w:szCs w:val="32"/>
              </w:rPr>
              <w:t>37)</w:t>
            </w:r>
            <w:r>
              <w:rPr>
                <w:rFonts w:ascii="Arial" w:hAnsi="Arial" w:cs="Arial"/>
                <w:sz w:val="32"/>
                <w:szCs w:val="32"/>
              </w:rPr>
              <w:t xml:space="preserve">  ¾ - 1 ½ = _________</w:t>
            </w:r>
          </w:p>
          <w:p w:rsidR="001C2ADC" w:rsidRDefault="001C2ADC" w:rsidP="00677BE0">
            <w:pPr>
              <w:rPr>
                <w:rFonts w:ascii="Arial" w:hAnsi="Arial" w:cs="Arial"/>
                <w:sz w:val="32"/>
                <w:szCs w:val="32"/>
              </w:rPr>
            </w:pPr>
          </w:p>
          <w:p w:rsidR="001C2ADC" w:rsidRDefault="001C2ADC" w:rsidP="00677BE0">
            <w:pPr>
              <w:rPr>
                <w:rFonts w:ascii="Arial" w:hAnsi="Arial" w:cs="Arial"/>
                <w:sz w:val="32"/>
                <w:szCs w:val="32"/>
              </w:rPr>
            </w:pPr>
            <w:r w:rsidRPr="00677BE0">
              <w:rPr>
                <w:rFonts w:ascii="Arial" w:hAnsi="Arial" w:cs="Arial"/>
                <w:sz w:val="32"/>
                <w:szCs w:val="32"/>
              </w:rPr>
              <w:t>38)</w:t>
            </w:r>
            <w:r>
              <w:rPr>
                <w:rFonts w:ascii="Arial" w:hAnsi="Arial" w:cs="Arial"/>
                <w:sz w:val="32"/>
                <w:szCs w:val="32"/>
              </w:rPr>
              <w:t xml:space="preserve">  3 + - 1 ¾  = ________</w:t>
            </w:r>
          </w:p>
          <w:p w:rsidR="001C2ADC" w:rsidRDefault="001C2ADC" w:rsidP="00677BE0">
            <w:pPr>
              <w:rPr>
                <w:rFonts w:ascii="Arial" w:hAnsi="Arial" w:cs="Arial"/>
                <w:sz w:val="32"/>
                <w:szCs w:val="32"/>
              </w:rPr>
            </w:pPr>
          </w:p>
          <w:p w:rsidR="001C2ADC" w:rsidRDefault="001C2ADC" w:rsidP="00677BE0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39)  5 ¼  +  ½  =  ________</w:t>
            </w:r>
          </w:p>
          <w:p w:rsidR="001C2ADC" w:rsidRDefault="001C2ADC" w:rsidP="00677BE0">
            <w:pPr>
              <w:rPr>
                <w:rFonts w:ascii="Arial" w:hAnsi="Arial" w:cs="Arial"/>
                <w:sz w:val="32"/>
                <w:szCs w:val="32"/>
              </w:rPr>
            </w:pPr>
          </w:p>
          <w:p w:rsidR="001C2ADC" w:rsidRDefault="001C2ADC" w:rsidP="00677BE0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40)  2 ¼  ÷  ½  =  ________</w:t>
            </w:r>
          </w:p>
          <w:p w:rsidR="001C2ADC" w:rsidRPr="00677BE0" w:rsidRDefault="001C2ADC" w:rsidP="00677BE0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:rsidR="001C2ADC" w:rsidRPr="006A25B0" w:rsidRDefault="001C2ADC">
      <w:pPr>
        <w:rPr>
          <w:sz w:val="4"/>
          <w:szCs w:val="4"/>
        </w:rPr>
      </w:pPr>
    </w:p>
    <w:sectPr w:rsidR="001C2ADC" w:rsidRPr="006A25B0" w:rsidSect="00E31757">
      <w:headerReference w:type="default" r:id="rId7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2ADC" w:rsidRDefault="001C2ADC">
      <w:r>
        <w:separator/>
      </w:r>
    </w:p>
  </w:endnote>
  <w:endnote w:type="continuationSeparator" w:id="1">
    <w:p w:rsidR="001C2ADC" w:rsidRDefault="001C2A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506020202030204"/>
    <w:charset w:val="00"/>
    <w:family w:val="swiss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Frutiger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uclidSymbol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ucidaSan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rutiger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2ADC" w:rsidRDefault="001C2ADC">
      <w:r>
        <w:separator/>
      </w:r>
    </w:p>
  </w:footnote>
  <w:footnote w:type="continuationSeparator" w:id="1">
    <w:p w:rsidR="001C2ADC" w:rsidRDefault="001C2A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ADC" w:rsidRDefault="001C2ADC">
    <w:pPr>
      <w:pStyle w:val="Header"/>
    </w:pPr>
    <w:r>
      <w:t>Name: _______________________________________ Date:_______________ Period:______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728B4"/>
    <w:multiLevelType w:val="hybridMultilevel"/>
    <w:tmpl w:val="4BC08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3194B15"/>
    <w:multiLevelType w:val="hybridMultilevel"/>
    <w:tmpl w:val="C1905DB6"/>
    <w:lvl w:ilvl="0" w:tplc="96E42398">
      <w:start w:val="38"/>
      <w:numFmt w:val="decimal"/>
      <w:lvlText w:val="%1)"/>
      <w:lvlJc w:val="left"/>
      <w:pPr>
        <w:tabs>
          <w:tab w:val="num" w:pos="1005"/>
        </w:tabs>
        <w:ind w:left="1005" w:hanging="64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7619E6"/>
    <w:multiLevelType w:val="hybridMultilevel"/>
    <w:tmpl w:val="D108979E"/>
    <w:lvl w:ilvl="0" w:tplc="0E08B4A6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>
      <w:start w:val="1"/>
      <w:numFmt w:val="lowerRoman"/>
      <w:lvlText w:val="%3."/>
      <w:lvlJc w:val="right"/>
      <w:pPr>
        <w:ind w:left="1080" w:hanging="180"/>
      </w:pPr>
    </w:lvl>
    <w:lvl w:ilvl="3" w:tplc="0409000F">
      <w:start w:val="1"/>
      <w:numFmt w:val="decimal"/>
      <w:lvlText w:val="%4."/>
      <w:lvlJc w:val="left"/>
      <w:pPr>
        <w:ind w:left="1800" w:hanging="360"/>
      </w:pPr>
    </w:lvl>
    <w:lvl w:ilvl="4" w:tplc="04090019">
      <w:start w:val="1"/>
      <w:numFmt w:val="lowerLetter"/>
      <w:lvlText w:val="%5."/>
      <w:lvlJc w:val="left"/>
      <w:pPr>
        <w:ind w:left="2520" w:hanging="360"/>
      </w:pPr>
    </w:lvl>
    <w:lvl w:ilvl="5" w:tplc="0409001B">
      <w:start w:val="1"/>
      <w:numFmt w:val="lowerRoman"/>
      <w:lvlText w:val="%6."/>
      <w:lvlJc w:val="right"/>
      <w:pPr>
        <w:ind w:left="3240" w:hanging="180"/>
      </w:pPr>
    </w:lvl>
    <w:lvl w:ilvl="6" w:tplc="0409000F">
      <w:start w:val="1"/>
      <w:numFmt w:val="decimal"/>
      <w:lvlText w:val="%7."/>
      <w:lvlJc w:val="left"/>
      <w:pPr>
        <w:ind w:left="3960" w:hanging="360"/>
      </w:pPr>
    </w:lvl>
    <w:lvl w:ilvl="7" w:tplc="04090019">
      <w:start w:val="1"/>
      <w:numFmt w:val="lowerLetter"/>
      <w:lvlText w:val="%8."/>
      <w:lvlJc w:val="left"/>
      <w:pPr>
        <w:ind w:left="4680" w:hanging="360"/>
      </w:pPr>
    </w:lvl>
    <w:lvl w:ilvl="8" w:tplc="0409001B">
      <w:start w:val="1"/>
      <w:numFmt w:val="lowerRoman"/>
      <w:lvlText w:val="%9."/>
      <w:lvlJc w:val="right"/>
      <w:pPr>
        <w:ind w:left="5400" w:hanging="180"/>
      </w:pPr>
    </w:lvl>
  </w:abstractNum>
  <w:abstractNum w:abstractNumId="3">
    <w:nsid w:val="1EB82DFE"/>
    <w:multiLevelType w:val="hybridMultilevel"/>
    <w:tmpl w:val="1CEAA7B4"/>
    <w:lvl w:ilvl="0" w:tplc="42BC97A4">
      <w:start w:val="37"/>
      <w:numFmt w:val="decimal"/>
      <w:lvlText w:val="%1)"/>
      <w:lvlJc w:val="left"/>
      <w:pPr>
        <w:tabs>
          <w:tab w:val="num" w:pos="825"/>
        </w:tabs>
        <w:ind w:left="825" w:hanging="465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A4176A7"/>
    <w:multiLevelType w:val="hybridMultilevel"/>
    <w:tmpl w:val="CBAE68C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</w:abstractNum>
  <w:abstractNum w:abstractNumId="5">
    <w:nsid w:val="56BD5500"/>
    <w:multiLevelType w:val="hybridMultilevel"/>
    <w:tmpl w:val="3F04E2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20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2298"/>
    <w:rsid w:val="00072298"/>
    <w:rsid w:val="00073CC3"/>
    <w:rsid w:val="00090657"/>
    <w:rsid w:val="000D3998"/>
    <w:rsid w:val="000E153B"/>
    <w:rsid w:val="000F72D5"/>
    <w:rsid w:val="00141968"/>
    <w:rsid w:val="0014231C"/>
    <w:rsid w:val="00143A08"/>
    <w:rsid w:val="00147FE4"/>
    <w:rsid w:val="001C2ADC"/>
    <w:rsid w:val="00223AE0"/>
    <w:rsid w:val="002344C9"/>
    <w:rsid w:val="00241F0A"/>
    <w:rsid w:val="002729C5"/>
    <w:rsid w:val="002733CF"/>
    <w:rsid w:val="002A376B"/>
    <w:rsid w:val="002E6C80"/>
    <w:rsid w:val="002F1426"/>
    <w:rsid w:val="00311DAA"/>
    <w:rsid w:val="00347C0D"/>
    <w:rsid w:val="00366850"/>
    <w:rsid w:val="00386E6E"/>
    <w:rsid w:val="003A7194"/>
    <w:rsid w:val="003D39C5"/>
    <w:rsid w:val="003E1DE5"/>
    <w:rsid w:val="003E4339"/>
    <w:rsid w:val="003E7F8B"/>
    <w:rsid w:val="004048FF"/>
    <w:rsid w:val="00451CBE"/>
    <w:rsid w:val="00455728"/>
    <w:rsid w:val="0046110D"/>
    <w:rsid w:val="0048785A"/>
    <w:rsid w:val="004963A6"/>
    <w:rsid w:val="004B2464"/>
    <w:rsid w:val="004B394B"/>
    <w:rsid w:val="004D7497"/>
    <w:rsid w:val="00512BF2"/>
    <w:rsid w:val="00577DF4"/>
    <w:rsid w:val="005C43E3"/>
    <w:rsid w:val="005D20C4"/>
    <w:rsid w:val="005D5762"/>
    <w:rsid w:val="005F35AB"/>
    <w:rsid w:val="00606816"/>
    <w:rsid w:val="00637BC6"/>
    <w:rsid w:val="00650849"/>
    <w:rsid w:val="0067073D"/>
    <w:rsid w:val="00677BE0"/>
    <w:rsid w:val="006A25B0"/>
    <w:rsid w:val="006B4EF4"/>
    <w:rsid w:val="006C5A47"/>
    <w:rsid w:val="006E07A2"/>
    <w:rsid w:val="006F1356"/>
    <w:rsid w:val="007056CD"/>
    <w:rsid w:val="0072735A"/>
    <w:rsid w:val="007540C9"/>
    <w:rsid w:val="007B3260"/>
    <w:rsid w:val="007D433B"/>
    <w:rsid w:val="007E09F9"/>
    <w:rsid w:val="00822D10"/>
    <w:rsid w:val="00826C2E"/>
    <w:rsid w:val="00837E3A"/>
    <w:rsid w:val="00850A65"/>
    <w:rsid w:val="0086283B"/>
    <w:rsid w:val="0086340D"/>
    <w:rsid w:val="008771C0"/>
    <w:rsid w:val="008A3A33"/>
    <w:rsid w:val="008B4E7E"/>
    <w:rsid w:val="008D7DEA"/>
    <w:rsid w:val="008F4A5B"/>
    <w:rsid w:val="008F5D0F"/>
    <w:rsid w:val="009A0042"/>
    <w:rsid w:val="009D0889"/>
    <w:rsid w:val="009F5803"/>
    <w:rsid w:val="00A13FB9"/>
    <w:rsid w:val="00A2539E"/>
    <w:rsid w:val="00A549FC"/>
    <w:rsid w:val="00A67CA0"/>
    <w:rsid w:val="00A963AE"/>
    <w:rsid w:val="00AD0A3C"/>
    <w:rsid w:val="00AD6E4A"/>
    <w:rsid w:val="00B6654D"/>
    <w:rsid w:val="00B7234C"/>
    <w:rsid w:val="00B74AC8"/>
    <w:rsid w:val="00B75EC2"/>
    <w:rsid w:val="00B84384"/>
    <w:rsid w:val="00BC3837"/>
    <w:rsid w:val="00BD55CB"/>
    <w:rsid w:val="00BE19B1"/>
    <w:rsid w:val="00BF3414"/>
    <w:rsid w:val="00C30FA1"/>
    <w:rsid w:val="00C344F8"/>
    <w:rsid w:val="00C664D3"/>
    <w:rsid w:val="00CA246A"/>
    <w:rsid w:val="00CB02CB"/>
    <w:rsid w:val="00CD6DDD"/>
    <w:rsid w:val="00D105FF"/>
    <w:rsid w:val="00D563D1"/>
    <w:rsid w:val="00D60B92"/>
    <w:rsid w:val="00DA158A"/>
    <w:rsid w:val="00DC14DD"/>
    <w:rsid w:val="00DD02EE"/>
    <w:rsid w:val="00DD356A"/>
    <w:rsid w:val="00E03AF5"/>
    <w:rsid w:val="00E31757"/>
    <w:rsid w:val="00E32722"/>
    <w:rsid w:val="00E6713C"/>
    <w:rsid w:val="00E76F8D"/>
    <w:rsid w:val="00E92440"/>
    <w:rsid w:val="00EA3086"/>
    <w:rsid w:val="00EA50E1"/>
    <w:rsid w:val="00F1027B"/>
    <w:rsid w:val="00F356B7"/>
    <w:rsid w:val="00F72243"/>
    <w:rsid w:val="00F840C6"/>
    <w:rsid w:val="00F90415"/>
    <w:rsid w:val="00FA3ECB"/>
    <w:rsid w:val="00FE71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20C4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7229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C7304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07229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C7304"/>
    <w:rPr>
      <w:sz w:val="24"/>
      <w:szCs w:val="24"/>
    </w:rPr>
  </w:style>
  <w:style w:type="table" w:styleId="TableGrid">
    <w:name w:val="Table Grid"/>
    <w:basedOn w:val="TableNormal"/>
    <w:uiPriority w:val="99"/>
    <w:rsid w:val="00E3175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5F35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5F35A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7D433B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185383">
      <w:marLeft w:val="150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5</Pages>
  <Words>841</Words>
  <Characters>4799</Characters>
  <Application>Microsoft Office Outlook</Application>
  <DocSecurity>0</DocSecurity>
  <Lines>0</Lines>
  <Paragraphs>0</Paragraphs>
  <ScaleCrop>false</ScaleCrop>
  <Company>Metropolitan Nashville Public Schools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Geometry Unit 3 Test – Logic, Reasoning and Proof</dc:title>
  <dc:subject/>
  <dc:creator>Rebecca</dc:creator>
  <cp:keywords/>
  <dc:description/>
  <cp:lastModifiedBy>cheri trumbo</cp:lastModifiedBy>
  <cp:revision>3</cp:revision>
  <cp:lastPrinted>2009-09-02T01:23:00Z</cp:lastPrinted>
  <dcterms:created xsi:type="dcterms:W3CDTF">2010-09-01T21:54:00Z</dcterms:created>
  <dcterms:modified xsi:type="dcterms:W3CDTF">2010-09-01T21:56:00Z</dcterms:modified>
</cp:coreProperties>
</file>